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3020A" w14:textId="77777777" w:rsidR="009C051F" w:rsidRPr="00430BFF" w:rsidRDefault="00787429" w:rsidP="009C051F">
      <w:pPr>
        <w:rPr>
          <w:color w:val="FF0000"/>
        </w:rPr>
      </w:pPr>
      <w:r>
        <w:rPr>
          <w:b/>
          <w:color w:val="FF0000"/>
        </w:rPr>
        <w:t>NAMING CONVENTIONS</w:t>
      </w:r>
      <w:r>
        <w:rPr>
          <w:b/>
          <w:color w:val="FF0000"/>
        </w:rPr>
        <w:br/>
        <w:t xml:space="preserve">- </w:t>
      </w:r>
      <w:r w:rsidR="009C051F" w:rsidRPr="00787429">
        <w:rPr>
          <w:color w:val="FF0000"/>
        </w:rPr>
        <w:t xml:space="preserve">your </w:t>
      </w:r>
      <w:r>
        <w:rPr>
          <w:b/>
          <w:color w:val="FF0000"/>
        </w:rPr>
        <w:t>article</w:t>
      </w:r>
      <w:r>
        <w:rPr>
          <w:color w:val="FF0000"/>
        </w:rPr>
        <w:t>: lastname_titlekeyword.docx</w:t>
      </w:r>
      <w:r>
        <w:rPr>
          <w:color w:val="FF0000"/>
        </w:rPr>
        <w:br/>
        <w:t xml:space="preserve">- your </w:t>
      </w:r>
      <w:r w:rsidRPr="00787429">
        <w:rPr>
          <w:b/>
          <w:color w:val="FF0000"/>
        </w:rPr>
        <w:t>bio picture</w:t>
      </w:r>
      <w:r>
        <w:rPr>
          <w:color w:val="FF0000"/>
        </w:rPr>
        <w:t>: LastnameFi_mugshot.jpg (full family name + first 2 letters given name)</w:t>
      </w:r>
    </w:p>
    <w:p w14:paraId="6E42163E" w14:textId="77777777" w:rsidR="009C051F" w:rsidRPr="00430BFF" w:rsidRDefault="009C051F" w:rsidP="009C051F">
      <w:pPr>
        <w:rPr>
          <w:b/>
          <w:color w:val="FF0000"/>
        </w:rPr>
      </w:pPr>
      <w:r w:rsidRPr="00430BFF">
        <w:rPr>
          <w:b/>
          <w:color w:val="FF0000"/>
        </w:rPr>
        <w:t>DO NOT SUBMIT Open Office files!!!!!</w:t>
      </w:r>
    </w:p>
    <w:p w14:paraId="785C35D7" w14:textId="77777777" w:rsidR="009C051F" w:rsidRPr="00430BFF" w:rsidRDefault="009C051F" w:rsidP="009C051F">
      <w:pPr>
        <w:rPr>
          <w:b/>
          <w:color w:val="FF0000"/>
        </w:rPr>
      </w:pPr>
      <w:r w:rsidRPr="00430BFF">
        <w:rPr>
          <w:b/>
          <w:color w:val="FF0000"/>
        </w:rPr>
        <w:t>RUN A SPELL-CHECK before sending!!!!</w:t>
      </w:r>
    </w:p>
    <w:p w14:paraId="048A79E9" w14:textId="77777777" w:rsidR="009C051F" w:rsidRDefault="009C051F" w:rsidP="009C051F">
      <w:pPr>
        <w:rPr>
          <w:b/>
          <w:noProof/>
          <w:color w:val="FF0000"/>
        </w:rPr>
      </w:pPr>
      <w:r w:rsidRPr="00177496">
        <w:rPr>
          <w:b/>
          <w:color w:val="FF0000"/>
        </w:rPr>
        <w:t xml:space="preserve">DO NOT CHANGE </w:t>
      </w:r>
      <w:r w:rsidRPr="0002038E">
        <w:rPr>
          <w:b/>
          <w:noProof/>
          <w:color w:val="FF0000"/>
        </w:rPr>
        <w:t xml:space="preserve">ANY FONTS in </w:t>
      </w:r>
      <w:r w:rsidR="00147D39">
        <w:rPr>
          <w:b/>
          <w:noProof/>
          <w:color w:val="FF0000"/>
        </w:rPr>
        <w:t xml:space="preserve">the styles in </w:t>
      </w:r>
      <w:r w:rsidRPr="0002038E">
        <w:rPr>
          <w:b/>
          <w:noProof/>
          <w:color w:val="FF0000"/>
        </w:rPr>
        <w:t>this document</w:t>
      </w:r>
      <w:r>
        <w:rPr>
          <w:b/>
          <w:noProof/>
          <w:color w:val="FF0000"/>
        </w:rPr>
        <w:t>.</w:t>
      </w:r>
    </w:p>
    <w:p w14:paraId="4F739C69" w14:textId="77777777" w:rsidR="00CC0B77" w:rsidRPr="00BE1036" w:rsidRDefault="00CC0B77" w:rsidP="00CC0B77">
      <w:pPr>
        <w:spacing w:after="40"/>
      </w:pPr>
      <w:r w:rsidRPr="00BE1036">
        <w:t xml:space="preserve">For </w:t>
      </w:r>
      <w:r w:rsidRPr="00CA051C">
        <w:rPr>
          <w:b/>
        </w:rPr>
        <w:t>BOOK REVIEWS</w:t>
      </w:r>
      <w:r w:rsidRPr="00BE1036">
        <w:t xml:space="preserve"> include the following:</w:t>
      </w:r>
    </w:p>
    <w:p w14:paraId="21444DE6" w14:textId="77777777" w:rsidR="00CC0B77" w:rsidRDefault="00CC0B77" w:rsidP="00CC0B77">
      <w:proofErr w:type="spellStart"/>
      <w:r w:rsidRPr="00030BAA">
        <w:rPr>
          <w:b/>
        </w:rPr>
        <w:t>BookTitle</w:t>
      </w:r>
      <w:proofErr w:type="spellEnd"/>
      <w:r>
        <w:br/>
        <w:t xml:space="preserve">by </w:t>
      </w:r>
      <w:proofErr w:type="spellStart"/>
      <w:r w:rsidRPr="00D75142">
        <w:t>AuthorFullName</w:t>
      </w:r>
      <w:proofErr w:type="spellEnd"/>
      <w:r>
        <w:br/>
        <w:t>City: Publisher, 2013. 000 pp. ISBN 0000000000.</w:t>
      </w:r>
      <w:r>
        <w:br/>
        <w:t>http://</w:t>
      </w:r>
      <w:r w:rsidRPr="008A2E3D">
        <w:t>publishinghouselink</w:t>
      </w:r>
      <w:r>
        <w:t>.com</w:t>
      </w:r>
      <w:r>
        <w:br/>
        <w:t>$00.00 CAD; $00.00 USD (Source)</w:t>
      </w:r>
    </w:p>
    <w:p w14:paraId="546D3DA8" w14:textId="77777777" w:rsidR="00CC0B77" w:rsidRPr="00BE1036" w:rsidRDefault="00CC0B77" w:rsidP="00CC0B77">
      <w:pPr>
        <w:spacing w:after="40"/>
      </w:pPr>
      <w:r w:rsidRPr="00BE1036">
        <w:t xml:space="preserve">For </w:t>
      </w:r>
      <w:r w:rsidRPr="00CA051C">
        <w:rPr>
          <w:b/>
        </w:rPr>
        <w:t>EVENT REPORTS</w:t>
      </w:r>
      <w:r w:rsidRPr="005A2F2C">
        <w:rPr>
          <w:sz w:val="20"/>
        </w:rPr>
        <w:t xml:space="preserve"> </w:t>
      </w:r>
      <w:r w:rsidRPr="00BE1036">
        <w:t>include the following:</w:t>
      </w:r>
    </w:p>
    <w:p w14:paraId="7DE32C58" w14:textId="77777777" w:rsidR="00CC0B77" w:rsidRPr="007B5622" w:rsidRDefault="00CC0B77" w:rsidP="00CC0B77">
      <w:proofErr w:type="spellStart"/>
      <w:r w:rsidRPr="007B5622">
        <w:t>EventName</w:t>
      </w:r>
      <w:proofErr w:type="spellEnd"/>
      <w:r w:rsidRPr="007B5622">
        <w:t xml:space="preserve"> 20</w:t>
      </w:r>
      <w:r>
        <w:t>13</w:t>
      </w:r>
      <w:r w:rsidRPr="007B5622">
        <w:t xml:space="preserve">, 16th edition — </w:t>
      </w:r>
      <w:proofErr w:type="spellStart"/>
      <w:r w:rsidRPr="007B5622">
        <w:t>ThemeofEvent</w:t>
      </w:r>
      <w:proofErr w:type="spellEnd"/>
      <w:r w:rsidRPr="007B5622">
        <w:br/>
        <w:t>28–29 February 20</w:t>
      </w:r>
      <w:r>
        <w:t>13</w:t>
      </w:r>
      <w:r w:rsidRPr="007B5622">
        <w:br/>
        <w:t>City, Country: Venue(s)</w:t>
      </w:r>
      <w:r w:rsidRPr="007B5622">
        <w:br/>
      </w:r>
      <w:r>
        <w:t>http://</w:t>
      </w:r>
      <w:r w:rsidRPr="00030BAA">
        <w:t>eventlink</w:t>
      </w:r>
      <w:r>
        <w:t>.com</w:t>
      </w:r>
    </w:p>
    <w:p w14:paraId="0F2935C4" w14:textId="77777777" w:rsidR="00CC0B77" w:rsidRDefault="00CC0B77" w:rsidP="00CC0B77">
      <w:pPr>
        <w:rPr>
          <w:b/>
          <w:noProof/>
          <w:color w:val="FF0000"/>
        </w:rPr>
      </w:pPr>
      <w:r>
        <w:rPr>
          <w:b/>
          <w:color w:val="FF0000"/>
        </w:rPr>
        <w:t>DELETE THIS PARAGRAPH AND EVERYTHING THAT PRECEDES IT BEFORE SENDING YOUR SUBMISSION; YOUR FINAL VERSION SHOULD CONTAIN A TABLE OF CONTENTS (PAGE 1) FOLLOWED BY THE ARTICLE TITLE AND TEXT (PAGE 2).</w:t>
      </w:r>
    </w:p>
    <w:p w14:paraId="3B00552E" w14:textId="77777777" w:rsidR="00F00CFF" w:rsidRDefault="00F00CFF" w:rsidP="000F1990"/>
    <w:p w14:paraId="16D0894D" w14:textId="77777777" w:rsidR="00F00CFF" w:rsidRDefault="00F00CFF" w:rsidP="00F00CFF">
      <w:pPr>
        <w:rPr>
          <w:b/>
          <w:noProof/>
          <w:color w:val="FF0000"/>
        </w:rPr>
      </w:pPr>
      <w:r>
        <w:rPr>
          <w:b/>
          <w:color w:val="FF0000"/>
        </w:rPr>
        <w:t xml:space="preserve">TABLE OF CONTENTS FOR REFERENCE </w:t>
      </w:r>
      <w:r w:rsidR="00CC0B77">
        <w:rPr>
          <w:b/>
          <w:color w:val="FF0000"/>
        </w:rPr>
        <w:t>AND COORDINATION</w:t>
      </w:r>
      <w:r>
        <w:rPr>
          <w:b/>
          <w:color w:val="FF0000"/>
        </w:rPr>
        <w:t xml:space="preserve"> — DO NOT DELETE</w:t>
      </w:r>
    </w:p>
    <w:p w14:paraId="592FFC4E" w14:textId="77777777" w:rsidR="00CC0B77" w:rsidRDefault="00F00CFF">
      <w:pPr>
        <w:pStyle w:val="TOC1"/>
        <w:tabs>
          <w:tab w:val="right" w:leader="dot" w:pos="9926"/>
        </w:tabs>
        <w:rPr>
          <w:rFonts w:eastAsiaTheme="minorEastAsia" w:cstheme="minorBidi"/>
          <w:b w:val="0"/>
          <w:noProof/>
          <w:lang w:eastAsia="ja-JP"/>
        </w:rPr>
      </w:pPr>
      <w:r>
        <w:fldChar w:fldCharType="begin"/>
      </w:r>
      <w:r>
        <w:instrText xml:space="preserve"> TOC \o "3-6" \t "Heading 1,1,Heading 2,2" </w:instrText>
      </w:r>
      <w:r>
        <w:fldChar w:fldCharType="separate"/>
      </w:r>
      <w:r w:rsidR="00CC0B77">
        <w:rPr>
          <w:noProof/>
        </w:rPr>
        <w:t>Title in Heading 1 Style</w:t>
      </w:r>
      <w:r w:rsidR="00CC0B77">
        <w:rPr>
          <w:noProof/>
        </w:rPr>
        <w:tab/>
      </w:r>
      <w:r w:rsidR="00CC0B77">
        <w:rPr>
          <w:noProof/>
        </w:rPr>
        <w:fldChar w:fldCharType="begin"/>
      </w:r>
      <w:r w:rsidR="00CC0B77">
        <w:rPr>
          <w:noProof/>
        </w:rPr>
        <w:instrText xml:space="preserve"> PAGEREF _Toc397613028 \h </w:instrText>
      </w:r>
      <w:r w:rsidR="00CC0B77">
        <w:rPr>
          <w:noProof/>
        </w:rPr>
      </w:r>
      <w:r w:rsidR="00CC0B77">
        <w:rPr>
          <w:noProof/>
        </w:rPr>
        <w:fldChar w:fldCharType="separate"/>
      </w:r>
      <w:r w:rsidR="00CC0B77">
        <w:rPr>
          <w:noProof/>
        </w:rPr>
        <w:t>2</w:t>
      </w:r>
      <w:r w:rsidR="00CC0B77">
        <w:rPr>
          <w:noProof/>
        </w:rPr>
        <w:fldChar w:fldCharType="end"/>
      </w:r>
    </w:p>
    <w:p w14:paraId="20EF120E" w14:textId="77777777" w:rsidR="00CC0B77" w:rsidRDefault="00CC0B77">
      <w:pPr>
        <w:pStyle w:val="TOC2"/>
        <w:tabs>
          <w:tab w:val="right" w:leader="dot" w:pos="992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rPr>
          <w:noProof/>
        </w:rPr>
        <w:t>Main Section Titles in Heading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E947523" w14:textId="77777777" w:rsidR="00CC0B77" w:rsidRDefault="00CC0B77">
      <w:pPr>
        <w:pStyle w:val="TOC3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Section Subtitles in Heading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05E6F37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Subsection Subtitles in Heading 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1DD9753" w14:textId="77777777" w:rsidR="00CC0B77" w:rsidRDefault="00CC0B77">
      <w:pPr>
        <w:pStyle w:val="TOC2"/>
        <w:tabs>
          <w:tab w:val="right" w:leader="dot" w:pos="992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rPr>
          <w:noProof/>
        </w:rPr>
        <w:t>Article 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D033F37" w14:textId="77777777" w:rsidR="00CC0B77" w:rsidRDefault="00CC0B77">
      <w:pPr>
        <w:pStyle w:val="TOC3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References and Citations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09D08C1" w14:textId="77777777" w:rsidR="00CC0B77" w:rsidRDefault="00CC0B77">
      <w:pPr>
        <w:pStyle w:val="TOC3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Footnotes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365C3E9" w14:textId="77777777" w:rsidR="00CC0B77" w:rsidRDefault="00CC0B77">
      <w:pPr>
        <w:pStyle w:val="TOC3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Media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219756B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Images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5BA776A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Audio/Video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D840CEC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Google Maps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F0BDC1" w14:textId="77777777" w:rsidR="00CC0B77" w:rsidRDefault="00CC0B77">
      <w:pPr>
        <w:pStyle w:val="TOC2"/>
        <w:tabs>
          <w:tab w:val="right" w:leader="dot" w:pos="992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rPr>
          <w:noProof/>
        </w:rPr>
        <w:t>Bibliography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7AC976B" w14:textId="77777777" w:rsidR="00CC0B77" w:rsidRDefault="00CC0B77">
      <w:pPr>
        <w:pStyle w:val="TOC3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A Well Prepared Bibliography Is Indeed Time-Consuming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339928D" w14:textId="77777777" w:rsidR="00CC0B77" w:rsidRDefault="00CC0B77">
      <w:pPr>
        <w:pStyle w:val="TOC3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Examples of Correct Bibliographic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2B80B47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Articles in Journals and Conference Papers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9959DC0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Books and Book Chapters, Thesis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BD1AB5D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Other Text Sources (Interview, Newspaper)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5A7D5BF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Media (Audio and/or Video) and Artwork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2BFB464" w14:textId="77777777" w:rsidR="00CC0B77" w:rsidRDefault="00CC0B77">
      <w:pPr>
        <w:pStyle w:val="TOC4"/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Online and Social Media 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78160D" w14:textId="77777777" w:rsidR="00CC0B77" w:rsidRDefault="00CC0B77">
      <w:pPr>
        <w:pStyle w:val="TOC2"/>
        <w:tabs>
          <w:tab w:val="right" w:leader="dot" w:pos="992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rPr>
          <w:noProof/>
        </w:rPr>
        <w:t>Biography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_Toc397613047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CF2D3A1" w14:textId="77777777" w:rsidR="00CC0B77" w:rsidRDefault="00F00CFF" w:rsidP="00147D39">
      <w:r>
        <w:fldChar w:fldCharType="end"/>
      </w:r>
    </w:p>
    <w:p w14:paraId="2AAD9856" w14:textId="77777777" w:rsidR="00CC0B77" w:rsidRDefault="00CC0B77">
      <w:pPr>
        <w:spacing w:after="0" w:line="240" w:lineRule="auto"/>
      </w:pPr>
      <w:r>
        <w:br w:type="page"/>
      </w:r>
    </w:p>
    <w:p w14:paraId="60B9F4B4" w14:textId="77777777" w:rsidR="009C051F" w:rsidRPr="00436789" w:rsidRDefault="009C051F" w:rsidP="009C051F">
      <w:pPr>
        <w:pStyle w:val="Heading1"/>
      </w:pPr>
      <w:bookmarkStart w:id="0" w:name="_Toc397613028"/>
      <w:r w:rsidRPr="00436789">
        <w:lastRenderedPageBreak/>
        <w:t>Title</w:t>
      </w:r>
      <w:r w:rsidRPr="008F16E0">
        <w:t xml:space="preserve"> </w:t>
      </w:r>
      <w:r w:rsidRPr="00436789">
        <w:t xml:space="preserve">in Heading </w:t>
      </w:r>
      <w:r>
        <w:t>1</w:t>
      </w:r>
      <w:r w:rsidR="0036433F">
        <w:t xml:space="preserve"> Style</w:t>
      </w:r>
      <w:bookmarkEnd w:id="0"/>
    </w:p>
    <w:p w14:paraId="58ED98F2" w14:textId="77777777" w:rsidR="0036433F" w:rsidRPr="0036433F" w:rsidRDefault="0036433F" w:rsidP="0036433F">
      <w:pPr>
        <w:pStyle w:val="Subtitle"/>
      </w:pPr>
      <w:r w:rsidRPr="0036433F">
        <w:t>Subtitle style</w:t>
      </w:r>
    </w:p>
    <w:p w14:paraId="2E1169E9" w14:textId="77777777" w:rsidR="009C051F" w:rsidRPr="0086383F" w:rsidRDefault="009C051F" w:rsidP="0079525F">
      <w:pPr>
        <w:pStyle w:val="byline"/>
      </w:pPr>
      <w:r w:rsidRPr="0086383F">
        <w:t>by AuthorFullName</w:t>
      </w:r>
    </w:p>
    <w:p w14:paraId="6D18DBFE" w14:textId="77777777" w:rsidR="009C051F" w:rsidRDefault="009C051F" w:rsidP="0079525F">
      <w:pPr>
        <w:pStyle w:val="abstract"/>
      </w:pPr>
      <w:r>
        <w:t xml:space="preserve">Use this </w:t>
      </w:r>
      <w:r w:rsidRPr="0079525F">
        <w:t>separate</w:t>
      </w:r>
      <w:r>
        <w:t xml:space="preserve"> </w:t>
      </w:r>
      <w:r w:rsidRPr="00436789">
        <w:rPr>
          <w:b/>
        </w:rPr>
        <w:t>abstract</w:t>
      </w:r>
      <w:r>
        <w:t xml:space="preserve"> section only if </w:t>
      </w:r>
      <w:proofErr w:type="spellStart"/>
      <w:r>
        <w:t>reeeeeeeeeeeally</w:t>
      </w:r>
      <w:proofErr w:type="spellEnd"/>
      <w:r>
        <w:t xml:space="preserve"> needed. </w:t>
      </w:r>
      <w:r w:rsidR="00F008D5" w:rsidRPr="000221B1">
        <w:rPr>
          <w:color w:val="FF0000"/>
        </w:rPr>
        <w:t>Do</w:t>
      </w:r>
      <w:r w:rsidRPr="000221B1">
        <w:rPr>
          <w:color w:val="FF0000"/>
        </w:rPr>
        <w:t xml:space="preserve"> not start it with “This paper is about</w:t>
      </w:r>
      <w:r w:rsidR="00156918">
        <w:rPr>
          <w:color w:val="FF0000"/>
        </w:rPr>
        <w:t xml:space="preserve"> multi-channel diffusion</w:t>
      </w:r>
      <w:r w:rsidRPr="000221B1">
        <w:rPr>
          <w:color w:val="FF0000"/>
        </w:rPr>
        <w:t>…”</w:t>
      </w:r>
      <w:r>
        <w:t xml:space="preserve"> </w:t>
      </w:r>
      <w:r w:rsidR="00156918">
        <w:t>—</w:t>
      </w:r>
      <w:r>
        <w:t xml:space="preserve"> </w:t>
      </w:r>
      <w:r w:rsidR="00C376AE">
        <w:t xml:space="preserve">instead </w:t>
      </w:r>
      <w:r>
        <w:t xml:space="preserve">make a statement about </w:t>
      </w:r>
      <w:r w:rsidR="001617C8">
        <w:t xml:space="preserve">your </w:t>
      </w:r>
      <w:r>
        <w:t>topic</w:t>
      </w:r>
      <w:r w:rsidR="00156918">
        <w:t xml:space="preserve"> (e.g., “Recent practices in multi-channel diffusion have opened up…”)</w:t>
      </w:r>
      <w:r>
        <w:t>.</w:t>
      </w:r>
    </w:p>
    <w:p w14:paraId="6DBCA2FF" w14:textId="77777777" w:rsidR="009C051F" w:rsidRPr="0036433F" w:rsidRDefault="009C051F" w:rsidP="0036433F">
      <w:pPr>
        <w:pStyle w:val="Heading2"/>
      </w:pPr>
      <w:bookmarkStart w:id="1" w:name="_Toc397613029"/>
      <w:r w:rsidRPr="0036433F">
        <w:t>Main Section Titles in Heading 2</w:t>
      </w:r>
      <w:bookmarkEnd w:id="1"/>
    </w:p>
    <w:p w14:paraId="78C5F710" w14:textId="77777777" w:rsidR="009C051F" w:rsidRPr="007F3295" w:rsidRDefault="009C051F" w:rsidP="0036433F">
      <w:pPr>
        <w:pStyle w:val="Heading3"/>
      </w:pPr>
      <w:bookmarkStart w:id="2" w:name="_Toc397613030"/>
      <w:r>
        <w:t>Section Subtitles in Heading 3</w:t>
      </w:r>
      <w:bookmarkEnd w:id="2"/>
    </w:p>
    <w:p w14:paraId="5DA40657" w14:textId="77777777" w:rsidR="009C051F" w:rsidRDefault="009C051F" w:rsidP="009C051F">
      <w:pPr>
        <w:rPr>
          <w:noProof/>
        </w:rPr>
      </w:pPr>
      <w:r w:rsidRPr="004A404E">
        <w:rPr>
          <w:noProof/>
        </w:rPr>
        <w:t xml:space="preserve">Use the Normal style for the text of your </w:t>
      </w:r>
      <w:r w:rsidRPr="001E0EA7">
        <w:t>article</w:t>
      </w:r>
      <w:r>
        <w:rPr>
          <w:noProof/>
        </w:rPr>
        <w:t>.</w:t>
      </w:r>
    </w:p>
    <w:p w14:paraId="7894163D" w14:textId="77777777" w:rsidR="009C051F" w:rsidRPr="0036433F" w:rsidRDefault="009C051F" w:rsidP="0036433F">
      <w:pPr>
        <w:pStyle w:val="Heading4"/>
      </w:pPr>
      <w:bookmarkStart w:id="3" w:name="_Toc397613031"/>
      <w:r w:rsidRPr="0036433F">
        <w:t>Subsection Subtitles in Heading 4</w:t>
      </w:r>
      <w:bookmarkEnd w:id="3"/>
    </w:p>
    <w:p w14:paraId="64260BCF" w14:textId="77777777" w:rsidR="009C051F" w:rsidRPr="00D52999" w:rsidRDefault="009C051F" w:rsidP="009C051F">
      <w:r>
        <w:t xml:space="preserve">This third level of article subdivision will only </w:t>
      </w:r>
      <w:r w:rsidRPr="00CA051C">
        <w:rPr>
          <w:i/>
        </w:rPr>
        <w:t>rarely</w:t>
      </w:r>
      <w:r>
        <w:t xml:space="preserve"> be needed and should be avoided if possible.</w:t>
      </w:r>
    </w:p>
    <w:p w14:paraId="229FE289" w14:textId="77777777" w:rsidR="009C051F" w:rsidRPr="00436789" w:rsidRDefault="009C051F" w:rsidP="0036433F">
      <w:pPr>
        <w:pStyle w:val="Heading2"/>
      </w:pPr>
      <w:bookmarkStart w:id="4" w:name="_Toc397613032"/>
      <w:r w:rsidRPr="00436789">
        <w:t>Article Content</w:t>
      </w:r>
      <w:bookmarkEnd w:id="4"/>
    </w:p>
    <w:p w14:paraId="6AC26F8B" w14:textId="77777777" w:rsidR="009C051F" w:rsidRPr="00484027" w:rsidRDefault="009C051F" w:rsidP="0036433F">
      <w:pPr>
        <w:pStyle w:val="Heading3"/>
      </w:pPr>
      <w:bookmarkStart w:id="5" w:name="_Toc397613033"/>
      <w:r w:rsidRPr="00484027">
        <w:t>References and Citations</w:t>
      </w:r>
      <w:bookmarkEnd w:id="5"/>
    </w:p>
    <w:p w14:paraId="403E162A" w14:textId="77777777" w:rsidR="009C051F" w:rsidRDefault="009C051F" w:rsidP="009C051F">
      <w:r>
        <w:t>Format references (</w:t>
      </w:r>
      <w:proofErr w:type="spellStart"/>
      <w:r w:rsidRPr="008649F7">
        <w:rPr>
          <w:szCs w:val="22"/>
        </w:rPr>
        <w:t>FamilyName</w:t>
      </w:r>
      <w:proofErr w:type="spellEnd"/>
      <w:r>
        <w:t xml:space="preserve"> 2012) or s</w:t>
      </w:r>
      <w:r w:rsidRPr="00F470B9">
        <w:t>hort citations “in quotation marks” (</w:t>
      </w:r>
      <w:proofErr w:type="spellStart"/>
      <w:r w:rsidRPr="008649F7">
        <w:rPr>
          <w:szCs w:val="22"/>
        </w:rPr>
        <w:t>FamilyName</w:t>
      </w:r>
      <w:proofErr w:type="spellEnd"/>
      <w:r w:rsidRPr="008649F7">
        <w:rPr>
          <w:szCs w:val="22"/>
        </w:rPr>
        <w:t xml:space="preserve"> 2013, 56–57). </w:t>
      </w:r>
      <w:r>
        <w:t>Note punctuation and include page number(s) if relevant.</w:t>
      </w:r>
      <w:r w:rsidRPr="003A4475">
        <w:t xml:space="preserve"> </w:t>
      </w:r>
      <w:r w:rsidRPr="00F470B9">
        <w:t>Longer citations</w:t>
      </w:r>
      <w:r>
        <w:t xml:space="preserve"> </w:t>
      </w:r>
      <w:r w:rsidRPr="00F470B9">
        <w:t>(</w:t>
      </w:r>
      <w:r w:rsidRPr="003A4475">
        <w:rPr>
          <w:i/>
        </w:rPr>
        <w:t>Ibid</w:t>
      </w:r>
      <w:r w:rsidRPr="00F470B9">
        <w:t>., 58) can be set in quotation style:</w:t>
      </w:r>
    </w:p>
    <w:p w14:paraId="28E52DF7" w14:textId="77777777" w:rsidR="009C051F" w:rsidRDefault="009C051F" w:rsidP="009C051F">
      <w:pPr>
        <w:pStyle w:val="quotation"/>
      </w:pPr>
      <w:r w:rsidRPr="00F13C33">
        <w:t>Quotations</w:t>
      </w:r>
      <w:r>
        <w:t xml:space="preserve"> longer </w:t>
      </w:r>
      <w:r w:rsidRPr="00B437C6">
        <w:t>than</w:t>
      </w:r>
      <w:r>
        <w:t xml:space="preserve"> approx. </w:t>
      </w:r>
      <w:r w:rsidR="00CD108A">
        <w:t>25</w:t>
      </w:r>
      <w:r>
        <w:t xml:space="preserve"> words </w:t>
      </w:r>
      <w:r w:rsidRPr="008A2E3D">
        <w:t>should</w:t>
      </w:r>
      <w:r>
        <w:t xml:space="preserve"> be set in “quotation” style. </w:t>
      </w:r>
      <w:r w:rsidRPr="00F470B9">
        <w:t xml:space="preserve">These are </w:t>
      </w:r>
      <w:r w:rsidRPr="006B4BED">
        <w:rPr>
          <w:i/>
        </w:rPr>
        <w:t>without</w:t>
      </w:r>
      <w:r w:rsidRPr="00F470B9">
        <w:t xml:space="preserve"> quotation marks and with</w:t>
      </w:r>
      <w:r w:rsidRPr="005A4D54">
        <w:t xml:space="preserve"> the r</w:t>
      </w:r>
      <w:r w:rsidRPr="00F470B9">
        <w:t xml:space="preserve">eference </w:t>
      </w:r>
      <w:r w:rsidRPr="00EC1D8C">
        <w:rPr>
          <w:i/>
        </w:rPr>
        <w:t>after</w:t>
      </w:r>
      <w:r w:rsidRPr="00F470B9">
        <w:t xml:space="preserve"> the period. (</w:t>
      </w:r>
      <w:proofErr w:type="spellStart"/>
      <w:r w:rsidRPr="008649F7">
        <w:rPr>
          <w:szCs w:val="22"/>
        </w:rPr>
        <w:t>FamilyName</w:t>
      </w:r>
      <w:proofErr w:type="spellEnd"/>
      <w:r w:rsidRPr="008649F7">
        <w:rPr>
          <w:szCs w:val="22"/>
        </w:rPr>
        <w:t xml:space="preserve"> 201</w:t>
      </w:r>
      <w:r>
        <w:rPr>
          <w:szCs w:val="22"/>
        </w:rPr>
        <w:t>4</w:t>
      </w:r>
      <w:r w:rsidRPr="008649F7">
        <w:rPr>
          <w:szCs w:val="22"/>
        </w:rPr>
        <w:t xml:space="preserve">, </w:t>
      </w:r>
      <w:r>
        <w:rPr>
          <w:szCs w:val="22"/>
        </w:rPr>
        <w:t>23</w:t>
      </w:r>
      <w:r w:rsidRPr="00F470B9">
        <w:t>)</w:t>
      </w:r>
    </w:p>
    <w:p w14:paraId="7B211500" w14:textId="77777777" w:rsidR="00161312" w:rsidRPr="00F277D4" w:rsidRDefault="00161312" w:rsidP="00161312">
      <w:r w:rsidRPr="00F277D4">
        <w:t>For multiple authors, list all names (FamilyName</w:t>
      </w:r>
      <w:r>
        <w:t xml:space="preserve">1, </w:t>
      </w:r>
      <w:r w:rsidRPr="00F277D4">
        <w:t>FamilyName</w:t>
      </w:r>
      <w:r>
        <w:t>2 and</w:t>
      </w:r>
      <w:r w:rsidRPr="00F277D4">
        <w:t xml:space="preserve"> FamilyName</w:t>
      </w:r>
      <w:r>
        <w:t>3 2016) except when there are four or more authors (</w:t>
      </w:r>
      <w:r w:rsidRPr="00F277D4">
        <w:t>FamilyName</w:t>
      </w:r>
      <w:r>
        <w:t>1 et al. 2016)</w:t>
      </w:r>
    </w:p>
    <w:p w14:paraId="3F2F8AA6" w14:textId="77777777" w:rsidR="009C051F" w:rsidRPr="00143A2D" w:rsidRDefault="009C051F" w:rsidP="000F1990">
      <w:r w:rsidRPr="00143A2D">
        <w:t xml:space="preserve">When a list (bulleted or numbered) is used </w:t>
      </w:r>
      <w:r>
        <w:t>containing</w:t>
      </w:r>
      <w:r w:rsidRPr="00143A2D">
        <w:t xml:space="preserve"> text that is excerpted or paraphrased from another author’s work</w:t>
      </w:r>
      <w:r>
        <w:t>,</w:t>
      </w:r>
      <w:r w:rsidRPr="00143A2D">
        <w:t xml:space="preserve"> the reference goes </w:t>
      </w:r>
      <w:r w:rsidRPr="006451D3">
        <w:rPr>
          <w:i/>
        </w:rPr>
        <w:t xml:space="preserve">before </w:t>
      </w:r>
      <w:r w:rsidRPr="00143A2D">
        <w:t>the list (</w:t>
      </w:r>
      <w:proofErr w:type="spellStart"/>
      <w:r w:rsidRPr="00143A2D">
        <w:rPr>
          <w:szCs w:val="22"/>
        </w:rPr>
        <w:t>FamilyName</w:t>
      </w:r>
      <w:proofErr w:type="spellEnd"/>
      <w:r w:rsidRPr="00143A2D">
        <w:rPr>
          <w:szCs w:val="22"/>
        </w:rPr>
        <w:t xml:space="preserve"> 2010, xi</w:t>
      </w:r>
      <w:r w:rsidRPr="00143A2D">
        <w:t>):</w:t>
      </w:r>
    </w:p>
    <w:p w14:paraId="1DE6E0A4" w14:textId="77777777" w:rsidR="009C051F" w:rsidRPr="000F1990" w:rsidRDefault="009C051F" w:rsidP="009C051F">
      <w:pPr>
        <w:pStyle w:val="ListParagraph"/>
        <w:numPr>
          <w:ilvl w:val="0"/>
          <w:numId w:val="6"/>
        </w:numPr>
        <w:ind w:left="360"/>
      </w:pPr>
      <w:r w:rsidRPr="000F1990">
        <w:t xml:space="preserve">All </w:t>
      </w:r>
      <w:r w:rsidR="00380CC8">
        <w:t>bullet</w:t>
      </w:r>
      <w:r w:rsidR="006B4BED">
        <w:t xml:space="preserve"> points</w:t>
      </w:r>
      <w:r w:rsidR="00380CC8">
        <w:t xml:space="preserve"> </w:t>
      </w:r>
      <w:r w:rsidRPr="000F1990">
        <w:t xml:space="preserve">but last </w:t>
      </w:r>
      <w:r w:rsidR="00380CC8">
        <w:t xml:space="preserve">in </w:t>
      </w:r>
      <w:r w:rsidR="006B4BED">
        <w:t xml:space="preserve">the </w:t>
      </w:r>
      <w:r w:rsidR="00380CC8">
        <w:t xml:space="preserve">list </w:t>
      </w:r>
      <w:r w:rsidR="006B4BED">
        <w:t xml:space="preserve">end </w:t>
      </w:r>
      <w:r w:rsidRPr="000F1990">
        <w:t xml:space="preserve">with </w:t>
      </w:r>
      <w:proofErr w:type="gramStart"/>
      <w:r w:rsidRPr="000F1990">
        <w:t>semicolons;</w:t>
      </w:r>
      <w:proofErr w:type="gramEnd"/>
    </w:p>
    <w:p w14:paraId="3D44C15B" w14:textId="77777777" w:rsidR="009C051F" w:rsidRPr="000F1990" w:rsidRDefault="006B4BED" w:rsidP="009C051F">
      <w:pPr>
        <w:pStyle w:val="ListParagraph"/>
        <w:numPr>
          <w:ilvl w:val="0"/>
          <w:numId w:val="6"/>
        </w:numPr>
        <w:ind w:left="360"/>
      </w:pPr>
      <w:r>
        <w:t>The f</w:t>
      </w:r>
      <w:r w:rsidR="00380CC8">
        <w:t xml:space="preserve">inal bullet </w:t>
      </w:r>
      <w:r>
        <w:t xml:space="preserve">point </w:t>
      </w:r>
      <w:r w:rsidR="00380CC8">
        <w:t xml:space="preserve">in </w:t>
      </w:r>
      <w:r>
        <w:t xml:space="preserve">the </w:t>
      </w:r>
      <w:r w:rsidR="00380CC8">
        <w:t xml:space="preserve">list </w:t>
      </w:r>
      <w:r>
        <w:t xml:space="preserve">ends </w:t>
      </w:r>
      <w:r w:rsidR="009C051F" w:rsidRPr="000F1990">
        <w:t xml:space="preserve">with </w:t>
      </w:r>
      <w:r>
        <w:t xml:space="preserve">a </w:t>
      </w:r>
      <w:r w:rsidR="009C051F" w:rsidRPr="000F1990">
        <w:t>period.</w:t>
      </w:r>
    </w:p>
    <w:p w14:paraId="11BA885E" w14:textId="77777777" w:rsidR="0076175F" w:rsidRDefault="0076175F" w:rsidP="0076175F">
      <w:r>
        <w:t>References to Kindle or similar digital publications ideally include the page number (</w:t>
      </w:r>
      <w:proofErr w:type="spellStart"/>
      <w:r w:rsidRPr="008649F7">
        <w:rPr>
          <w:szCs w:val="22"/>
        </w:rPr>
        <w:t>FamilyName</w:t>
      </w:r>
      <w:proofErr w:type="spellEnd"/>
      <w:r w:rsidRPr="008649F7">
        <w:rPr>
          <w:szCs w:val="22"/>
        </w:rPr>
        <w:t xml:space="preserve"> 2013, 56</w:t>
      </w:r>
      <w:r>
        <w:rPr>
          <w:szCs w:val="22"/>
        </w:rPr>
        <w:t xml:space="preserve">); </w:t>
      </w:r>
      <w:proofErr w:type="gramStart"/>
      <w:r>
        <w:rPr>
          <w:szCs w:val="22"/>
        </w:rPr>
        <w:t>however</w:t>
      </w:r>
      <w:proofErr w:type="gramEnd"/>
      <w:r>
        <w:rPr>
          <w:szCs w:val="22"/>
        </w:rPr>
        <w:t xml:space="preserve"> where this is not available, use the location number (</w:t>
      </w:r>
      <w:proofErr w:type="spellStart"/>
      <w:r w:rsidRPr="008649F7">
        <w:rPr>
          <w:szCs w:val="22"/>
        </w:rPr>
        <w:t>FamilyName</w:t>
      </w:r>
      <w:proofErr w:type="spellEnd"/>
      <w:r w:rsidRPr="008649F7">
        <w:rPr>
          <w:szCs w:val="22"/>
        </w:rPr>
        <w:t xml:space="preserve"> 2013, </w:t>
      </w:r>
      <w:r>
        <w:rPr>
          <w:szCs w:val="22"/>
        </w:rPr>
        <w:t>location 2459).</w:t>
      </w:r>
    </w:p>
    <w:p w14:paraId="3C0E3C7D" w14:textId="77777777" w:rsidR="009C051F" w:rsidRDefault="009C051F" w:rsidP="0036433F">
      <w:pPr>
        <w:pStyle w:val="Heading3"/>
      </w:pPr>
      <w:bookmarkStart w:id="6" w:name="_Toc397613034"/>
      <w:r>
        <w:t>Footnotes</w:t>
      </w:r>
      <w:bookmarkEnd w:id="6"/>
    </w:p>
    <w:p w14:paraId="0933660C" w14:textId="77777777" w:rsidR="009C051F" w:rsidRDefault="009C051F" w:rsidP="009C051F">
      <w:r>
        <w:t xml:space="preserve">Place footnotes </w:t>
      </w:r>
      <w:r>
        <w:rPr>
          <w:b/>
          <w:color w:val="FF0000"/>
        </w:rPr>
        <w:t>inline</w:t>
      </w:r>
      <w:r>
        <w:t xml:space="preserve"> at the appropriate place inside double square brackets. [[1.</w:t>
      </w:r>
      <w:r w:rsidR="00F94EE1">
        <w:t> </w:t>
      </w:r>
      <w:r>
        <w:t>Footnote text.]]</w:t>
      </w:r>
      <w:r w:rsidR="00F70E2D">
        <w:t xml:space="preserve"> In other words, </w:t>
      </w:r>
      <w:r>
        <w:rPr>
          <w:b/>
          <w:color w:val="FF0000"/>
          <w:sz w:val="20"/>
        </w:rPr>
        <w:t>DO N</w:t>
      </w:r>
      <w:r w:rsidRPr="003A4475">
        <w:rPr>
          <w:b/>
          <w:color w:val="FF0000"/>
          <w:sz w:val="20"/>
        </w:rPr>
        <w:t xml:space="preserve">OT </w:t>
      </w:r>
      <w:r w:rsidRPr="003A4475">
        <w:rPr>
          <w:b/>
          <w:color w:val="FF0000"/>
        </w:rPr>
        <w:t>use Word’s footnotes or endnotes</w:t>
      </w:r>
      <w:r>
        <w:t>.</w:t>
      </w:r>
    </w:p>
    <w:p w14:paraId="13DE9DA6" w14:textId="77777777" w:rsidR="009C051F" w:rsidRPr="009C183B" w:rsidRDefault="009C051F" w:rsidP="000F1990">
      <w:r w:rsidRPr="009C183B">
        <w:lastRenderedPageBreak/>
        <w:t>Footnotes do not normally contain bibliographic references (see “References and Citations” above</w:t>
      </w:r>
      <w:proofErr w:type="gramStart"/>
      <w:r w:rsidRPr="009C183B">
        <w:t>), unless</w:t>
      </w:r>
      <w:proofErr w:type="gramEnd"/>
      <w:r w:rsidRPr="009C183B">
        <w:t xml:space="preserve"> the work was really not used in researching your topic.</w:t>
      </w:r>
    </w:p>
    <w:p w14:paraId="5E52A120" w14:textId="77777777" w:rsidR="009C051F" w:rsidRPr="00F14614" w:rsidRDefault="009C051F" w:rsidP="0036433F">
      <w:pPr>
        <w:pStyle w:val="Heading3"/>
      </w:pPr>
      <w:bookmarkStart w:id="7" w:name="_Toc397613035"/>
      <w:r w:rsidRPr="00F14614">
        <w:t>Media</w:t>
      </w:r>
      <w:bookmarkEnd w:id="7"/>
    </w:p>
    <w:p w14:paraId="22FC2ED4" w14:textId="77777777" w:rsidR="009C051F" w:rsidRDefault="009C051F" w:rsidP="0036433F">
      <w:pPr>
        <w:pStyle w:val="Heading4"/>
      </w:pPr>
      <w:bookmarkStart w:id="8" w:name="_Toc397613036"/>
      <w:r>
        <w:t>Images</w:t>
      </w:r>
      <w:bookmarkEnd w:id="8"/>
    </w:p>
    <w:p w14:paraId="3F9D4B90" w14:textId="77777777" w:rsidR="009C051F" w:rsidRPr="00BE1036" w:rsidRDefault="009C051F" w:rsidP="009C051F">
      <w:r>
        <w:rPr>
          <w:b/>
          <w:color w:val="FF0000"/>
          <w:sz w:val="20"/>
        </w:rPr>
        <w:t>DO N</w:t>
      </w:r>
      <w:r w:rsidRPr="003A4475">
        <w:rPr>
          <w:b/>
          <w:color w:val="FF0000"/>
          <w:sz w:val="20"/>
        </w:rPr>
        <w:t xml:space="preserve">OT </w:t>
      </w:r>
      <w:r w:rsidRPr="005A2F2C">
        <w:rPr>
          <w:b/>
          <w:color w:val="FF0000"/>
        </w:rPr>
        <w:t>place images in your document</w:t>
      </w:r>
      <w:r w:rsidRPr="00BE1036">
        <w:t>, indicate their position with the file name and use the caption style as follows (Fig. 1). Send images separately (zipped) with the file name “yourlastname_images.zip”.</w:t>
      </w:r>
    </w:p>
    <w:p w14:paraId="1068B745" w14:textId="77777777" w:rsidR="009C051F" w:rsidRPr="00096963" w:rsidRDefault="009C051F" w:rsidP="0079525F">
      <w:pPr>
        <w:pStyle w:val="byline"/>
        <w:rPr>
          <w:color w:val="FF00FF"/>
        </w:rPr>
      </w:pPr>
      <w:r w:rsidRPr="00096963">
        <w:rPr>
          <w:color w:val="FF00FF"/>
        </w:rPr>
        <w:t>YVES_____lastname_fig01.jpg</w:t>
      </w:r>
    </w:p>
    <w:p w14:paraId="1C4B9162" w14:textId="77777777" w:rsidR="009C051F" w:rsidRDefault="009C051F" w:rsidP="009C051F">
      <w:pPr>
        <w:pStyle w:val="figcaption"/>
      </w:pPr>
      <w:r>
        <w:t xml:space="preserve">Figure 1. For all images, </w:t>
      </w:r>
      <w:r w:rsidRPr="00CF7D19">
        <w:t>write</w:t>
      </w:r>
      <w:r>
        <w:t xml:space="preserve"> a descriptive caption indicating, for example, Performer in </w:t>
      </w:r>
      <w:proofErr w:type="spellStart"/>
      <w:r>
        <w:t>FestivalName</w:t>
      </w:r>
      <w:proofErr w:type="spellEnd"/>
      <w:r>
        <w:t xml:space="preserve"> (City) on 00 January 201</w:t>
      </w:r>
      <w:r w:rsidR="00F94EE1">
        <w:t>8</w:t>
      </w:r>
      <w:r>
        <w:t>. Image © </w:t>
      </w:r>
      <w:proofErr w:type="spellStart"/>
      <w:r>
        <w:t>CopyrightHolder</w:t>
      </w:r>
      <w:proofErr w:type="spellEnd"/>
      <w:r>
        <w:t xml:space="preserve"> (only if needed).</w:t>
      </w:r>
    </w:p>
    <w:p w14:paraId="1A1522BD" w14:textId="77777777" w:rsidR="009C051F" w:rsidRDefault="009C051F" w:rsidP="0036433F">
      <w:pPr>
        <w:pStyle w:val="Heading4"/>
      </w:pPr>
      <w:bookmarkStart w:id="9" w:name="_Toc397613037"/>
      <w:r>
        <w:t>Audio/Video</w:t>
      </w:r>
      <w:bookmarkEnd w:id="9"/>
    </w:p>
    <w:p w14:paraId="37E260BC" w14:textId="77777777" w:rsidR="009C051F" w:rsidRPr="000450BF" w:rsidRDefault="009C051F" w:rsidP="009C051F">
      <w:r w:rsidRPr="000450BF">
        <w:t xml:space="preserve">As with images, </w:t>
      </w:r>
      <w:r>
        <w:t>s</w:t>
      </w:r>
      <w:r w:rsidRPr="000450BF">
        <w:t>end (or upload) all A/V materials separately (</w:t>
      </w:r>
      <w:r w:rsidRPr="00124DDE">
        <w:t>zipped</w:t>
      </w:r>
      <w:r w:rsidRPr="000450BF">
        <w:t>) with the file name “yourlastname_media.zip”</w:t>
      </w:r>
      <w:r>
        <w:t xml:space="preserve"> and </w:t>
      </w:r>
      <w:r w:rsidRPr="000450BF">
        <w:t xml:space="preserve">indicate </w:t>
      </w:r>
      <w:r>
        <w:t xml:space="preserve">the desired </w:t>
      </w:r>
      <w:r w:rsidRPr="000450BF">
        <w:t xml:space="preserve">position </w:t>
      </w:r>
      <w:r>
        <w:t>with the file name and a descriptive caption:</w:t>
      </w:r>
    </w:p>
    <w:p w14:paraId="02A5EF5B" w14:textId="77777777" w:rsidR="009C051F" w:rsidRPr="00AC5AE0" w:rsidRDefault="000F1990" w:rsidP="008819F0">
      <w:pPr>
        <w:pStyle w:val="audio"/>
      </w:pPr>
      <w:r>
        <w:t>MediaFileName.xyz (in “audio” style)</w:t>
      </w:r>
    </w:p>
    <w:p w14:paraId="32DC2E7B" w14:textId="77777777" w:rsidR="009C051F" w:rsidRDefault="009C051F" w:rsidP="009C051F">
      <w:pPr>
        <w:pStyle w:val="figcaption"/>
      </w:pPr>
      <w:r>
        <w:t>Video </w:t>
      </w:r>
      <w:r w:rsidRPr="00D53E82">
        <w:t xml:space="preserve">1 (4:56). Excerpt from </w:t>
      </w:r>
      <w:proofErr w:type="spellStart"/>
      <w:r w:rsidRPr="00D53E82">
        <w:t>AuthorName’s</w:t>
      </w:r>
      <w:proofErr w:type="spellEnd"/>
      <w:r w:rsidRPr="00D53E82">
        <w:t xml:space="preserve"> </w:t>
      </w:r>
      <w:proofErr w:type="spellStart"/>
      <w:r w:rsidRPr="00D53E82">
        <w:rPr>
          <w:i/>
        </w:rPr>
        <w:t>WorkTitle</w:t>
      </w:r>
      <w:proofErr w:type="spellEnd"/>
      <w:r w:rsidRPr="00D53E82">
        <w:t xml:space="preserve"> (20</w:t>
      </w:r>
      <w:r w:rsidR="00F94EE1">
        <w:t>17</w:t>
      </w:r>
      <w:r w:rsidRPr="00D53E82">
        <w:t xml:space="preserve">) </w:t>
      </w:r>
      <w:r>
        <w:t>performed by</w:t>
      </w:r>
      <w:r w:rsidRPr="00D53E82">
        <w:t xml:space="preserve"> </w:t>
      </w:r>
      <w:r>
        <w:t>ENSEMBLE during CONTEXT at VENUE in CITY on 00 MONTH 201</w:t>
      </w:r>
      <w:r w:rsidR="00F94EE1">
        <w:t>8</w:t>
      </w:r>
      <w:r w:rsidRPr="00D53E82">
        <w:t>.</w:t>
      </w:r>
    </w:p>
    <w:p w14:paraId="43EFF5E9" w14:textId="77777777" w:rsidR="000B1FC0" w:rsidRDefault="000B1FC0" w:rsidP="000B1FC0">
      <w:pPr>
        <w:pStyle w:val="Heading4"/>
      </w:pPr>
      <w:bookmarkStart w:id="10" w:name="_Toc397613038"/>
      <w:r>
        <w:t>Google Maps</w:t>
      </w:r>
      <w:bookmarkEnd w:id="10"/>
    </w:p>
    <w:p w14:paraId="67B9B23A" w14:textId="77777777" w:rsidR="000B1FC0" w:rsidRDefault="000B1FC0" w:rsidP="000B1FC0">
      <w:r>
        <w:t xml:space="preserve">It is fine to use </w:t>
      </w:r>
      <w:proofErr w:type="gramStart"/>
      <w:r>
        <w:t>these as long as proper attribution</w:t>
      </w:r>
      <w:proofErr w:type="gramEnd"/>
      <w:r>
        <w:t xml:space="preserve"> is included in the caption, e.g.:</w:t>
      </w:r>
    </w:p>
    <w:p w14:paraId="59F738F4" w14:textId="77777777" w:rsidR="000B1FC0" w:rsidRPr="000B1FC0" w:rsidRDefault="000B1FC0" w:rsidP="000B1FC0">
      <w:pPr>
        <w:pStyle w:val="figcaption"/>
      </w:pPr>
      <w:r>
        <w:t xml:space="preserve">Figure 2. Aerial view of the site where recordings were made. The cave entrance is visible at the top-left of the knoll. Image </w:t>
      </w:r>
      <w:r w:rsidRPr="00D90DDA">
        <w:t>©</w:t>
      </w:r>
      <w:r>
        <w:t> </w:t>
      </w:r>
      <w:r w:rsidRPr="00D90DDA">
        <w:t xml:space="preserve">2018 </w:t>
      </w:r>
      <w:r w:rsidRPr="000B1FC0">
        <w:t>Google</w:t>
      </w:r>
      <w:r w:rsidRPr="00D90DDA">
        <w:t>.</w:t>
      </w:r>
      <w:r>
        <w:t xml:space="preserve"> http</w:t>
      </w:r>
      <w:r w:rsidRPr="000B1FC0">
        <w:t>://www.google.com/permissions/geoguidelines.html#maps-print</w:t>
      </w:r>
    </w:p>
    <w:p w14:paraId="7C50D954" w14:textId="77777777" w:rsidR="009C051F" w:rsidRDefault="009C051F" w:rsidP="0036433F">
      <w:pPr>
        <w:pStyle w:val="Heading2"/>
      </w:pPr>
      <w:bookmarkStart w:id="11" w:name="_Toc397613039"/>
      <w:r>
        <w:t>Bibliography</w:t>
      </w:r>
      <w:bookmarkEnd w:id="11"/>
    </w:p>
    <w:p w14:paraId="44AE72E9" w14:textId="77777777" w:rsidR="00EA60CC" w:rsidRDefault="00EA60CC" w:rsidP="0036433F">
      <w:pPr>
        <w:pStyle w:val="Heading3"/>
      </w:pPr>
      <w:bookmarkStart w:id="12" w:name="_Toc397613040"/>
      <w:r>
        <w:t xml:space="preserve">A Well Prepared Bibliography Is </w:t>
      </w:r>
      <w:r w:rsidR="00B655E2">
        <w:t xml:space="preserve">Indeed </w:t>
      </w:r>
      <w:r w:rsidR="00F94EE1">
        <w:t>Time-</w:t>
      </w:r>
      <w:r>
        <w:t>Consuming</w:t>
      </w:r>
      <w:bookmarkEnd w:id="12"/>
    </w:p>
    <w:p w14:paraId="737B372C" w14:textId="77777777" w:rsidR="00A233DA" w:rsidRPr="00EA60CC" w:rsidRDefault="00EA60CC" w:rsidP="00A233DA">
      <w:r>
        <w:rPr>
          <w:b/>
          <w:color w:val="FF0000"/>
        </w:rPr>
        <w:t>Your b</w:t>
      </w:r>
      <w:r w:rsidR="009C051F" w:rsidRPr="00CB7DD3">
        <w:rPr>
          <w:b/>
          <w:color w:val="FF0000"/>
        </w:rPr>
        <w:t xml:space="preserve">ibliography must be </w:t>
      </w:r>
      <w:r w:rsidR="009C051F" w:rsidRPr="00CB7DD3">
        <w:rPr>
          <w:b/>
          <w:color w:val="FF0000"/>
          <w:sz w:val="24"/>
        </w:rPr>
        <w:t>COMPLETE</w:t>
      </w:r>
      <w:r w:rsidR="009C051F" w:rsidRPr="00A95217">
        <w:t xml:space="preserve"> and follow the format of the examples below.</w:t>
      </w:r>
      <w:r w:rsidR="0079525F">
        <w:t xml:space="preserve"> </w:t>
      </w:r>
      <w:r w:rsidR="00A233DA">
        <w:t xml:space="preserve">Do not underestimate the time needed to mount a proper bibliography! </w:t>
      </w:r>
      <w:r w:rsidR="00A233DA" w:rsidRPr="00EA60CC">
        <w:rPr>
          <w:b/>
          <w:color w:val="FF0000"/>
        </w:rPr>
        <w:t xml:space="preserve">Your </w:t>
      </w:r>
      <w:r w:rsidR="00B06477">
        <w:rPr>
          <w:b/>
          <w:color w:val="FF0000"/>
        </w:rPr>
        <w:t>article will</w:t>
      </w:r>
      <w:r w:rsidR="00A233DA" w:rsidRPr="00EA60CC">
        <w:rPr>
          <w:b/>
          <w:color w:val="FF0000"/>
        </w:rPr>
        <w:t xml:space="preserve"> be sent back to you </w:t>
      </w:r>
      <w:r w:rsidR="00A233DA">
        <w:rPr>
          <w:b/>
          <w:color w:val="FF0000"/>
        </w:rPr>
        <w:t xml:space="preserve">for corrections </w:t>
      </w:r>
      <w:r w:rsidR="00A233DA" w:rsidRPr="00EA60CC">
        <w:rPr>
          <w:b/>
          <w:color w:val="FF0000"/>
        </w:rPr>
        <w:t>if these guidelines are not followed.</w:t>
      </w:r>
    </w:p>
    <w:p w14:paraId="59008DB7" w14:textId="77777777" w:rsidR="0079525F" w:rsidRPr="003D75B3" w:rsidRDefault="006716AB" w:rsidP="0079525F">
      <w:r>
        <w:rPr>
          <w:b/>
          <w:color w:val="FF0000"/>
        </w:rPr>
        <w:t xml:space="preserve">MAKE SURE TO </w:t>
      </w:r>
      <w:r w:rsidRPr="0079525F">
        <w:rPr>
          <w:b/>
          <w:color w:val="FF0000"/>
        </w:rPr>
        <w:t>DOUBLE CHECK</w:t>
      </w:r>
      <w:r>
        <w:t xml:space="preserve"> </w:t>
      </w:r>
      <w:r w:rsidR="0079525F">
        <w:t>that you have:</w:t>
      </w:r>
    </w:p>
    <w:p w14:paraId="054993B4" w14:textId="77777777" w:rsidR="0079525F" w:rsidRDefault="0079525F" w:rsidP="0079525F">
      <w:pPr>
        <w:pStyle w:val="ListParagraph"/>
        <w:numPr>
          <w:ilvl w:val="0"/>
          <w:numId w:val="7"/>
        </w:numPr>
        <w:ind w:left="360"/>
      </w:pPr>
      <w:r>
        <w:t xml:space="preserve">Provided full names for all authors (“Another Person”, </w:t>
      </w:r>
      <w:r w:rsidRPr="00EA60CC">
        <w:rPr>
          <w:i/>
        </w:rPr>
        <w:t xml:space="preserve">not </w:t>
      </w:r>
      <w:r>
        <w:t>“A. Person”</w:t>
      </w:r>
      <w:proofErr w:type="gramStart"/>
      <w:r>
        <w:t>);</w:t>
      </w:r>
      <w:proofErr w:type="gramEnd"/>
    </w:p>
    <w:p w14:paraId="72B41B48" w14:textId="77777777" w:rsidR="000674DA" w:rsidRDefault="000674DA" w:rsidP="0079525F">
      <w:pPr>
        <w:pStyle w:val="ListParagraph"/>
        <w:numPr>
          <w:ilvl w:val="0"/>
          <w:numId w:val="7"/>
        </w:numPr>
        <w:ind w:left="360"/>
      </w:pPr>
      <w:r>
        <w:t xml:space="preserve">Provided full publication dates (Month Year) for journal </w:t>
      </w:r>
      <w:proofErr w:type="gramStart"/>
      <w:r>
        <w:t>issues;</w:t>
      </w:r>
      <w:proofErr w:type="gramEnd"/>
    </w:p>
    <w:p w14:paraId="02879085" w14:textId="77777777" w:rsidR="0079525F" w:rsidRDefault="0079525F" w:rsidP="0079525F">
      <w:pPr>
        <w:pStyle w:val="ListParagraph"/>
        <w:numPr>
          <w:ilvl w:val="0"/>
          <w:numId w:val="7"/>
        </w:numPr>
        <w:ind w:left="360"/>
      </w:pPr>
      <w:r>
        <w:t xml:space="preserve">Verified that punctuation is </w:t>
      </w:r>
      <w:proofErr w:type="gramStart"/>
      <w:r>
        <w:t>complete;</w:t>
      </w:r>
      <w:proofErr w:type="gramEnd"/>
    </w:p>
    <w:p w14:paraId="25BFFF6E" w14:textId="77777777" w:rsidR="0079525F" w:rsidRDefault="0079525F" w:rsidP="0079525F">
      <w:pPr>
        <w:pStyle w:val="ListParagraph"/>
        <w:numPr>
          <w:ilvl w:val="0"/>
          <w:numId w:val="7"/>
        </w:numPr>
        <w:ind w:left="360"/>
      </w:pPr>
      <w:r>
        <w:t xml:space="preserve">Not abbreviated any journal title names (Audio Engineering Society, </w:t>
      </w:r>
      <w:r>
        <w:rPr>
          <w:i/>
        </w:rPr>
        <w:t>not</w:t>
      </w:r>
      <w:r>
        <w:t xml:space="preserve"> Aud. Eng. Soc.).</w:t>
      </w:r>
    </w:p>
    <w:p w14:paraId="51B6F2E2" w14:textId="77777777" w:rsidR="009C051F" w:rsidRPr="00E053D8" w:rsidRDefault="009C051F" w:rsidP="0036433F">
      <w:pPr>
        <w:pStyle w:val="Heading3"/>
        <w:rPr>
          <w:color w:val="FF00FF"/>
        </w:rPr>
      </w:pPr>
      <w:bookmarkStart w:id="13" w:name="_Toc397613041"/>
      <w:r>
        <w:lastRenderedPageBreak/>
        <w:t xml:space="preserve">Examples of </w:t>
      </w:r>
      <w:r w:rsidR="00CA051C">
        <w:t xml:space="preserve">Correct </w:t>
      </w:r>
      <w:r w:rsidR="009333C7">
        <w:t xml:space="preserve">Bibliographic </w:t>
      </w:r>
      <w:r>
        <w:t>Entries</w:t>
      </w:r>
      <w:bookmarkEnd w:id="13"/>
    </w:p>
    <w:p w14:paraId="7290A35D" w14:textId="77777777" w:rsidR="003826FA" w:rsidRDefault="003826FA" w:rsidP="003826FA">
      <w:bookmarkStart w:id="14" w:name="_Toc397613047"/>
      <w:r w:rsidRPr="00A679AB">
        <w:t>Use the following format for bibliographic entries</w:t>
      </w:r>
      <w:r>
        <w:t xml:space="preserve"> in English-language articles. If your article is written in French, consult the French bibliography format guide online at the following address: </w:t>
      </w:r>
      <w:hyperlink r:id="rId7" w:anchor="exemples" w:history="1">
        <w:r w:rsidRPr="004C2E88">
          <w:rPr>
            <w:rStyle w:val="Hyperlink"/>
          </w:rPr>
          <w:t>http://econtact.ca/submissionguidelines_fr.html#exemples</w:t>
        </w:r>
      </w:hyperlink>
    </w:p>
    <w:p w14:paraId="31D809C4" w14:textId="05FEA07F" w:rsidR="003C037E" w:rsidRDefault="003826FA" w:rsidP="003C037E">
      <w:pPr>
        <w:jc w:val="both"/>
      </w:pPr>
      <w:bookmarkStart w:id="15" w:name="_Toc98758178"/>
      <w:r>
        <w:t xml:space="preserve">Today </w:t>
      </w:r>
      <w:r w:rsidRPr="003C037E">
        <w:rPr>
          <w:i/>
          <w:iCs/>
        </w:rPr>
        <w:t>most</w:t>
      </w:r>
      <w:r>
        <w:t xml:space="preserve"> journal articles and many books (and </w:t>
      </w:r>
      <w:r w:rsidR="00B96867">
        <w:t>chapters</w:t>
      </w:r>
      <w:r>
        <w:t xml:space="preserve">) have a </w:t>
      </w:r>
      <w:r w:rsidRPr="00072D88">
        <w:rPr>
          <w:b/>
          <w:bCs/>
        </w:rPr>
        <w:t>Digital Object Identifier (</w:t>
      </w:r>
      <w:r w:rsidRPr="003C037E">
        <w:rPr>
          <w:b/>
          <w:bCs/>
          <w:sz w:val="20"/>
        </w:rPr>
        <w:t>DOI</w:t>
      </w:r>
      <w:r w:rsidRPr="00072D88">
        <w:rPr>
          <w:b/>
          <w:bCs/>
        </w:rPr>
        <w:t>)</w:t>
      </w:r>
      <w:r>
        <w:t xml:space="preserve">, a </w:t>
      </w:r>
      <w:r w:rsidR="003C037E">
        <w:t xml:space="preserve">unique and </w:t>
      </w:r>
      <w:r>
        <w:t>permanent “address” that links</w:t>
      </w:r>
      <w:r w:rsidR="003C037E">
        <w:t xml:space="preserve"> or redirects</w:t>
      </w:r>
      <w:r>
        <w:t xml:space="preserve"> to the article wherever it is currently hosted. </w:t>
      </w:r>
      <w:r w:rsidR="00B96867">
        <w:t xml:space="preserve">Include all </w:t>
      </w:r>
      <w:r w:rsidR="00B96867" w:rsidRPr="00B96867">
        <w:rPr>
          <w:sz w:val="20"/>
        </w:rPr>
        <w:t>DOI</w:t>
      </w:r>
      <w:r w:rsidR="00B96867">
        <w:t>s, formatted</w:t>
      </w:r>
      <w:r w:rsidR="003C037E">
        <w:t xml:space="preserve"> as</w:t>
      </w:r>
      <w:r w:rsidR="000F6F8F">
        <w:t xml:space="preserve"> follows, with </w:t>
      </w:r>
      <w:r w:rsidR="000F6F8F" w:rsidRPr="000F6F8F">
        <w:rPr>
          <w:i/>
          <w:iCs/>
        </w:rPr>
        <w:t>no closing period</w:t>
      </w:r>
      <w:r w:rsidR="000F6F8F">
        <w:t>:</w:t>
      </w:r>
      <w:r w:rsidR="003C037E">
        <w:t xml:space="preserve"> </w:t>
      </w:r>
      <w:hyperlink r:id="rId8" w:history="1">
        <w:r w:rsidR="003F7D88">
          <w:rPr>
            <w:rStyle w:val="Hyperlink"/>
          </w:rPr>
          <w:t>http://doi.org/prefix/suffix</w:t>
        </w:r>
      </w:hyperlink>
    </w:p>
    <w:p w14:paraId="4C853151" w14:textId="3A811B3C" w:rsidR="00B323A8" w:rsidRDefault="003826FA" w:rsidP="003826FA">
      <w:r>
        <w:t xml:space="preserve">ResearchGate and </w:t>
      </w:r>
      <w:proofErr w:type="spellStart"/>
      <w:r>
        <w:t>Zenodo</w:t>
      </w:r>
      <w:proofErr w:type="spellEnd"/>
      <w:r>
        <w:t xml:space="preserve"> </w:t>
      </w:r>
      <w:r w:rsidR="00B323A8">
        <w:t>seem to be the</w:t>
      </w:r>
      <w:r>
        <w:t xml:space="preserve"> </w:t>
      </w:r>
      <w:r w:rsidR="00B323A8">
        <w:t xml:space="preserve">best </w:t>
      </w:r>
      <w:r>
        <w:t xml:space="preserve">places </w:t>
      </w:r>
      <w:r w:rsidR="00B323A8">
        <w:t xml:space="preserve">(among others) </w:t>
      </w:r>
      <w:r>
        <w:t xml:space="preserve">to find an article’s </w:t>
      </w:r>
      <w:r w:rsidRPr="003C037E">
        <w:rPr>
          <w:sz w:val="20"/>
        </w:rPr>
        <w:t>DOI</w:t>
      </w:r>
      <w:r>
        <w:t>:</w:t>
      </w:r>
    </w:p>
    <w:p w14:paraId="2AA6C8E1" w14:textId="2A7A9598" w:rsidR="00B323A8" w:rsidRDefault="00B323A8" w:rsidP="00B323A8">
      <w:pPr>
        <w:pStyle w:val="ListParagraph"/>
        <w:numPr>
          <w:ilvl w:val="0"/>
          <w:numId w:val="8"/>
        </w:numPr>
        <w:ind w:left="357" w:hanging="357"/>
      </w:pPr>
      <w:hyperlink r:id="rId9" w:history="1">
        <w:r w:rsidRPr="00030352">
          <w:rPr>
            <w:rStyle w:val="Hyperlink"/>
          </w:rPr>
          <w:t>http://www.researchgate.net/search</w:t>
        </w:r>
      </w:hyperlink>
    </w:p>
    <w:p w14:paraId="72855889" w14:textId="4A89FC74" w:rsidR="00B323A8" w:rsidRDefault="00017CC9" w:rsidP="00B323A8">
      <w:pPr>
        <w:pStyle w:val="ListParagraph"/>
        <w:numPr>
          <w:ilvl w:val="0"/>
          <w:numId w:val="8"/>
        </w:numPr>
        <w:ind w:left="357" w:hanging="357"/>
      </w:pPr>
      <w:hyperlink r:id="rId10" w:history="1">
        <w:r w:rsidR="003826FA">
          <w:rPr>
            <w:rStyle w:val="Hyperlink"/>
          </w:rPr>
          <w:t>http://zenodo.org/search</w:t>
        </w:r>
      </w:hyperlink>
    </w:p>
    <w:p w14:paraId="5DF90D77" w14:textId="6218F53F" w:rsidR="00B323A8" w:rsidRDefault="00017CC9" w:rsidP="00B323A8">
      <w:pPr>
        <w:pStyle w:val="ListParagraph"/>
        <w:numPr>
          <w:ilvl w:val="0"/>
          <w:numId w:val="8"/>
        </w:numPr>
        <w:ind w:left="357" w:hanging="357"/>
      </w:pPr>
      <w:hyperlink r:id="rId11" w:history="1">
        <w:r w:rsidR="00B323A8">
          <w:rPr>
            <w:rStyle w:val="Hyperlink"/>
          </w:rPr>
          <w:t>http://www.jstor.org</w:t>
        </w:r>
      </w:hyperlink>
    </w:p>
    <w:p w14:paraId="47FB7C18" w14:textId="0DBB1A9F" w:rsidR="003826FA" w:rsidRDefault="00B323A8" w:rsidP="00B323A8">
      <w:pPr>
        <w:pStyle w:val="ListParagraph"/>
        <w:numPr>
          <w:ilvl w:val="0"/>
          <w:numId w:val="8"/>
        </w:numPr>
        <w:ind w:left="357" w:hanging="357"/>
      </w:pPr>
      <w:hyperlink r:id="rId12" w:history="1">
        <w:r>
          <w:rPr>
            <w:rStyle w:val="Hyperlink"/>
          </w:rPr>
          <w:t>http://www.semanticscholar.org</w:t>
        </w:r>
      </w:hyperlink>
    </w:p>
    <w:p w14:paraId="15D48109" w14:textId="77777777" w:rsidR="003826FA" w:rsidRDefault="003826FA" w:rsidP="003826FA">
      <w:pPr>
        <w:pStyle w:val="Heading4"/>
      </w:pPr>
      <w:r>
        <w:t>Articles in Journals and Conference Papers</w:t>
      </w:r>
      <w:bookmarkEnd w:id="15"/>
    </w:p>
    <w:p w14:paraId="1466E15B" w14:textId="77777777" w:rsidR="003826FA" w:rsidRPr="00B87826" w:rsidRDefault="003826FA" w:rsidP="003826FA">
      <w:pPr>
        <w:pStyle w:val="Bibliography1"/>
      </w:pPr>
      <w:proofErr w:type="spellStart"/>
      <w:r w:rsidRPr="00B87826">
        <w:rPr>
          <w:szCs w:val="22"/>
        </w:rPr>
        <w:t>FamilyName</w:t>
      </w:r>
      <w:proofErr w:type="spellEnd"/>
      <w:r w:rsidRPr="00B87826">
        <w:rPr>
          <w:szCs w:val="22"/>
        </w:rPr>
        <w:t xml:space="preserve">, </w:t>
      </w:r>
      <w:proofErr w:type="spellStart"/>
      <w:r w:rsidRPr="00B87826">
        <w:rPr>
          <w:szCs w:val="22"/>
        </w:rPr>
        <w:t>GivenName</w:t>
      </w:r>
      <w:proofErr w:type="spellEnd"/>
      <w:r w:rsidRPr="00B87826">
        <w:t>. “</w:t>
      </w:r>
      <w:proofErr w:type="spellStart"/>
      <w:r w:rsidRPr="00B87826">
        <w:t>ArticleTitle</w:t>
      </w:r>
      <w:proofErr w:type="spellEnd"/>
      <w:r w:rsidRPr="00B87826">
        <w:t xml:space="preserve">.” </w:t>
      </w:r>
      <w:proofErr w:type="spellStart"/>
      <w:r w:rsidRPr="00B87826">
        <w:rPr>
          <w:i/>
          <w:szCs w:val="22"/>
        </w:rPr>
        <w:t>JournalTitle</w:t>
      </w:r>
      <w:proofErr w:type="spellEnd"/>
      <w:r w:rsidRPr="00B87826">
        <w:t xml:space="preserve"> 40/2 (Summer 2016) “</w:t>
      </w:r>
      <w:proofErr w:type="spellStart"/>
      <w:r w:rsidRPr="00B87826">
        <w:t>JournalTheme</w:t>
      </w:r>
      <w:proofErr w:type="spellEnd"/>
      <w:r w:rsidRPr="00B87826">
        <w:t>,” pp. 123–</w:t>
      </w:r>
      <w:r>
        <w:t>1</w:t>
      </w:r>
      <w:r w:rsidRPr="00B87826">
        <w:t>45.</w:t>
      </w:r>
      <w:r>
        <w:t xml:space="preserve"> </w:t>
      </w:r>
      <w:hyperlink r:id="rId13" w:history="1">
        <w:r w:rsidR="00B96867">
          <w:rPr>
            <w:rStyle w:val="Hyperlink"/>
          </w:rPr>
          <w:t>http://doi.org/10.NNNN/NNN</w:t>
        </w:r>
      </w:hyperlink>
    </w:p>
    <w:p w14:paraId="49E0248B" w14:textId="77777777" w:rsidR="003826FA" w:rsidRDefault="003826FA" w:rsidP="003826FA">
      <w:pPr>
        <w:pStyle w:val="Bibliography1"/>
      </w:pPr>
      <w:r w:rsidRPr="00A679AB">
        <w:rPr>
          <w:szCs w:val="22"/>
        </w:rPr>
        <w:t xml:space="preserve">FamilyName1, GivenName1, </w:t>
      </w:r>
      <w:r w:rsidRPr="00A679AB">
        <w:t xml:space="preserve">Given2 </w:t>
      </w:r>
      <w:r w:rsidRPr="00A679AB">
        <w:rPr>
          <w:szCs w:val="22"/>
        </w:rPr>
        <w:t>Family2</w:t>
      </w:r>
      <w:r>
        <w:rPr>
          <w:szCs w:val="22"/>
        </w:rPr>
        <w:t xml:space="preserve"> and</w:t>
      </w:r>
      <w:r w:rsidRPr="00A679AB">
        <w:rPr>
          <w:szCs w:val="22"/>
        </w:rPr>
        <w:t xml:space="preserve"> </w:t>
      </w:r>
      <w:r w:rsidRPr="00A679AB">
        <w:t>Given</w:t>
      </w:r>
      <w:r>
        <w:t>3</w:t>
      </w:r>
      <w:r w:rsidRPr="00A679AB">
        <w:t xml:space="preserve"> </w:t>
      </w:r>
      <w:r w:rsidRPr="00A679AB">
        <w:rPr>
          <w:szCs w:val="22"/>
        </w:rPr>
        <w:t>Family3.</w:t>
      </w:r>
      <w:r w:rsidRPr="00A679AB">
        <w:t xml:space="preserve"> “</w:t>
      </w:r>
      <w:proofErr w:type="spellStart"/>
      <w:r w:rsidRPr="00A679AB">
        <w:t>ArticleTitle</w:t>
      </w:r>
      <w:proofErr w:type="spellEnd"/>
      <w:r w:rsidRPr="00A679AB">
        <w:t>.”</w:t>
      </w:r>
      <w:r w:rsidRPr="00A679AB">
        <w:rPr>
          <w:i/>
        </w:rPr>
        <w:t xml:space="preserve"> </w:t>
      </w:r>
      <w:r>
        <w:rPr>
          <w:i/>
        </w:rPr>
        <w:t>SMC 2018: “Sonic Crossings.”</w:t>
      </w:r>
      <w:r>
        <w:t xml:space="preserve"> </w:t>
      </w:r>
      <w:r w:rsidRPr="0039617B">
        <w:t xml:space="preserve">Proceedings of the </w:t>
      </w:r>
      <w:r w:rsidRPr="00F2106F">
        <w:t xml:space="preserve">15th International </w:t>
      </w:r>
      <w:r w:rsidRPr="0039617B">
        <w:t>Sound and Music Computing Conference</w:t>
      </w:r>
      <w:r>
        <w:t xml:space="preserve"> (</w:t>
      </w:r>
      <w:r w:rsidRPr="00F2106F">
        <w:t>Limassol, Cyprus</w:t>
      </w:r>
      <w:r>
        <w:t xml:space="preserve">: </w:t>
      </w:r>
      <w:r w:rsidRPr="00F2106F">
        <w:t>C</w:t>
      </w:r>
      <w:r>
        <w:t>yprus University of Technology</w:t>
      </w:r>
      <w:r w:rsidRPr="00F2106F">
        <w:t>, 4</w:t>
      </w:r>
      <w:r>
        <w:t>–</w:t>
      </w:r>
      <w:r w:rsidRPr="00F2106F">
        <w:t>7 July 2018</w:t>
      </w:r>
      <w:r>
        <w:t xml:space="preserve">). </w:t>
      </w:r>
      <w:hyperlink r:id="rId14" w:history="1">
        <w:r w:rsidRPr="007C27CB">
          <w:rPr>
            <w:rStyle w:val="Hyperlink"/>
          </w:rPr>
          <w:t>http://smc2018.cut.ac.cy</w:t>
        </w:r>
      </w:hyperlink>
      <w:bookmarkStart w:id="16" w:name="_Toc98758179"/>
      <w:r>
        <w:t xml:space="preserve"> | </w:t>
      </w:r>
      <w:hyperlink r:id="rId15" w:history="1">
        <w:r w:rsidR="00B96867">
          <w:rPr>
            <w:rStyle w:val="Hyperlink"/>
          </w:rPr>
          <w:t>http://doi.org/10.NNNN/NNN</w:t>
        </w:r>
      </w:hyperlink>
    </w:p>
    <w:p w14:paraId="36E6C316" w14:textId="77777777" w:rsidR="003826FA" w:rsidRDefault="003826FA" w:rsidP="003826FA">
      <w:pPr>
        <w:pStyle w:val="Heading4"/>
      </w:pPr>
      <w:r>
        <w:t>Books and Book Chapters, Thesis</w:t>
      </w:r>
      <w:bookmarkEnd w:id="16"/>
    </w:p>
    <w:p w14:paraId="4DD6ED9F" w14:textId="77777777" w:rsidR="003826FA" w:rsidRPr="00B87826" w:rsidRDefault="003826FA" w:rsidP="003826FA">
      <w:pPr>
        <w:pStyle w:val="Bibliography1"/>
      </w:pPr>
      <w:r w:rsidRPr="00B87826">
        <w:t xml:space="preserve">FamilyName1, GivenName1 and Given2 Family2 (Eds.). </w:t>
      </w:r>
      <w:proofErr w:type="spellStart"/>
      <w:r w:rsidRPr="00B87826">
        <w:rPr>
          <w:i/>
        </w:rPr>
        <w:t>BookTitle</w:t>
      </w:r>
      <w:proofErr w:type="spellEnd"/>
      <w:r w:rsidRPr="00B87826">
        <w:t xml:space="preserve">. </w:t>
      </w:r>
      <w:r>
        <w:t xml:space="preserve">Trans. </w:t>
      </w:r>
      <w:proofErr w:type="spellStart"/>
      <w:r>
        <w:t>TranslatorFullName</w:t>
      </w:r>
      <w:proofErr w:type="spellEnd"/>
      <w:r>
        <w:t xml:space="preserve">. </w:t>
      </w:r>
      <w:r w:rsidRPr="008841EB">
        <w:t>London: MacMillan Press</w:t>
      </w:r>
      <w:r w:rsidRPr="00A679AB">
        <w:t>, 2016.</w:t>
      </w:r>
      <w:r>
        <w:t xml:space="preserve"> </w:t>
      </w:r>
      <w:hyperlink r:id="rId16" w:history="1">
        <w:r w:rsidR="00B96867">
          <w:rPr>
            <w:rStyle w:val="Hyperlink"/>
          </w:rPr>
          <w:t>http://doi.org/10.NNNN/NNN</w:t>
        </w:r>
      </w:hyperlink>
    </w:p>
    <w:p w14:paraId="4966C34E" w14:textId="77777777" w:rsidR="003826FA" w:rsidRPr="00B87826" w:rsidRDefault="003826FA" w:rsidP="003826FA">
      <w:pPr>
        <w:pStyle w:val="Bibliography1"/>
      </w:pPr>
      <w:proofErr w:type="spellStart"/>
      <w:r w:rsidRPr="00B87826">
        <w:rPr>
          <w:szCs w:val="22"/>
        </w:rPr>
        <w:t>FamilyName</w:t>
      </w:r>
      <w:proofErr w:type="spellEnd"/>
      <w:r w:rsidRPr="00B87826">
        <w:rPr>
          <w:szCs w:val="22"/>
        </w:rPr>
        <w:t xml:space="preserve">, </w:t>
      </w:r>
      <w:proofErr w:type="spellStart"/>
      <w:r w:rsidRPr="00B87826">
        <w:rPr>
          <w:szCs w:val="22"/>
        </w:rPr>
        <w:t>GivenName</w:t>
      </w:r>
      <w:proofErr w:type="spellEnd"/>
      <w:r w:rsidRPr="00B87826">
        <w:t>. “</w:t>
      </w:r>
      <w:proofErr w:type="spellStart"/>
      <w:r w:rsidRPr="00B87826">
        <w:t>BookChapterTitle</w:t>
      </w:r>
      <w:proofErr w:type="spellEnd"/>
      <w:r w:rsidRPr="00B87826">
        <w:t xml:space="preserve">.” In </w:t>
      </w:r>
      <w:proofErr w:type="spellStart"/>
      <w:r w:rsidRPr="00B87826">
        <w:rPr>
          <w:i/>
          <w:szCs w:val="22"/>
        </w:rPr>
        <w:t>BookTitle</w:t>
      </w:r>
      <w:proofErr w:type="spellEnd"/>
      <w:r w:rsidRPr="00B87826">
        <w:t>. 2nd edition, vol. 8. Edited by</w:t>
      </w:r>
      <w:r w:rsidRPr="00B87826">
        <w:rPr>
          <w:szCs w:val="22"/>
        </w:rPr>
        <w:t xml:space="preserve"> </w:t>
      </w:r>
      <w:proofErr w:type="spellStart"/>
      <w:r w:rsidRPr="00B87826">
        <w:rPr>
          <w:szCs w:val="22"/>
        </w:rPr>
        <w:t>GivenName</w:t>
      </w:r>
      <w:proofErr w:type="spellEnd"/>
      <w:r w:rsidRPr="00B87826">
        <w:rPr>
          <w:szCs w:val="22"/>
        </w:rPr>
        <w:t xml:space="preserve"> </w:t>
      </w:r>
      <w:proofErr w:type="spellStart"/>
      <w:r w:rsidRPr="00B87826">
        <w:rPr>
          <w:szCs w:val="22"/>
        </w:rPr>
        <w:t>FamilyName</w:t>
      </w:r>
      <w:proofErr w:type="spellEnd"/>
      <w:r w:rsidRPr="00B87826">
        <w:t xml:space="preserve">. </w:t>
      </w:r>
      <w:r w:rsidRPr="00B87826">
        <w:rPr>
          <w:szCs w:val="22"/>
        </w:rPr>
        <w:t>City: Publisher, 2013</w:t>
      </w:r>
      <w:r w:rsidRPr="00B87826">
        <w:t>, pp. 123–</w:t>
      </w:r>
      <w:r>
        <w:t>1</w:t>
      </w:r>
      <w:r w:rsidRPr="00B87826">
        <w:t>45.</w:t>
      </w:r>
      <w:r>
        <w:t xml:space="preserve"> </w:t>
      </w:r>
      <w:hyperlink r:id="rId17" w:history="1">
        <w:r w:rsidR="00B96867">
          <w:rPr>
            <w:rStyle w:val="Hyperlink"/>
          </w:rPr>
          <w:t>http://doi.org/10.NNNN/NNN</w:t>
        </w:r>
      </w:hyperlink>
    </w:p>
    <w:p w14:paraId="065F5950" w14:textId="77777777" w:rsidR="003826FA" w:rsidRPr="00B87826" w:rsidRDefault="003826FA" w:rsidP="003826FA">
      <w:pPr>
        <w:pStyle w:val="Bibliography1"/>
        <w:rPr>
          <w:szCs w:val="22"/>
        </w:rPr>
      </w:pPr>
      <w:r w:rsidRPr="00B87826">
        <w:rPr>
          <w:szCs w:val="22"/>
        </w:rPr>
        <w:t>_____.</w:t>
      </w:r>
      <w:r w:rsidRPr="00B87826">
        <w:t xml:space="preserve"> “</w:t>
      </w:r>
      <w:proofErr w:type="spellStart"/>
      <w:r w:rsidRPr="00B87826">
        <w:t>ThesisTitle</w:t>
      </w:r>
      <w:proofErr w:type="spellEnd"/>
      <w:r w:rsidRPr="00B87826">
        <w:t xml:space="preserve">.” </w:t>
      </w:r>
      <w:r w:rsidRPr="00B87826">
        <w:rPr>
          <w:szCs w:val="22"/>
        </w:rPr>
        <w:t xml:space="preserve">Unpublished </w:t>
      </w:r>
      <w:r w:rsidRPr="00B87826">
        <w:t xml:space="preserve">doctoral dissertation / </w:t>
      </w:r>
      <w:r w:rsidRPr="00B87826">
        <w:rPr>
          <w:szCs w:val="22"/>
        </w:rPr>
        <w:t xml:space="preserve">Unpublished </w:t>
      </w:r>
      <w:r w:rsidRPr="00B87826">
        <w:t xml:space="preserve">master’s thesis, </w:t>
      </w:r>
      <w:proofErr w:type="spellStart"/>
      <w:r w:rsidRPr="00B87826">
        <w:rPr>
          <w:szCs w:val="22"/>
        </w:rPr>
        <w:t>UniversityName</w:t>
      </w:r>
      <w:proofErr w:type="spellEnd"/>
      <w:r w:rsidRPr="00B87826">
        <w:rPr>
          <w:szCs w:val="22"/>
        </w:rPr>
        <w:t>, 2016.</w:t>
      </w:r>
    </w:p>
    <w:p w14:paraId="12F1FA9A" w14:textId="77777777" w:rsidR="003826FA" w:rsidRPr="00A679AB" w:rsidRDefault="003826FA" w:rsidP="003826FA">
      <w:pPr>
        <w:pStyle w:val="Bibliography1"/>
      </w:pPr>
      <w:proofErr w:type="spellStart"/>
      <w:r w:rsidRPr="00B87826">
        <w:rPr>
          <w:szCs w:val="22"/>
        </w:rPr>
        <w:t>FamilyName</w:t>
      </w:r>
      <w:proofErr w:type="spellEnd"/>
      <w:r w:rsidRPr="00B87826">
        <w:rPr>
          <w:szCs w:val="22"/>
        </w:rPr>
        <w:t xml:space="preserve">, </w:t>
      </w:r>
      <w:proofErr w:type="spellStart"/>
      <w:r w:rsidRPr="00B87826">
        <w:rPr>
          <w:szCs w:val="22"/>
        </w:rPr>
        <w:t>GivenName</w:t>
      </w:r>
      <w:proofErr w:type="spellEnd"/>
      <w:r w:rsidRPr="00A679AB">
        <w:t xml:space="preserve">. </w:t>
      </w:r>
      <w:proofErr w:type="spellStart"/>
      <w:r>
        <w:rPr>
          <w:i/>
        </w:rPr>
        <w:t>Book</w:t>
      </w:r>
      <w:r w:rsidRPr="00A679AB">
        <w:rPr>
          <w:i/>
        </w:rPr>
        <w:t>Title</w:t>
      </w:r>
      <w:proofErr w:type="spellEnd"/>
      <w:r w:rsidRPr="00A679AB">
        <w:t xml:space="preserve">. </w:t>
      </w:r>
      <w:r w:rsidRPr="00B87826">
        <w:t>City: Publisher, 201</w:t>
      </w:r>
      <w:r>
        <w:t>8</w:t>
      </w:r>
      <w:r w:rsidRPr="00B87826">
        <w:t>.</w:t>
      </w:r>
      <w:r>
        <w:t xml:space="preserve"> Kindle edition. </w:t>
      </w:r>
      <w:hyperlink r:id="rId18" w:history="1">
        <w:r w:rsidR="00B96867">
          <w:rPr>
            <w:rStyle w:val="Hyperlink"/>
          </w:rPr>
          <w:t>http://doi.org/10.NNNN/NNN</w:t>
        </w:r>
      </w:hyperlink>
    </w:p>
    <w:p w14:paraId="6827A3AF" w14:textId="77777777" w:rsidR="003826FA" w:rsidRPr="00B87826" w:rsidRDefault="003826FA" w:rsidP="003826FA">
      <w:pPr>
        <w:pStyle w:val="Heading4"/>
      </w:pPr>
      <w:bookmarkStart w:id="17" w:name="_Toc98758180"/>
      <w:r w:rsidRPr="00B87826">
        <w:t>Other Text Sources</w:t>
      </w:r>
      <w:r>
        <w:t xml:space="preserve"> (Interview, Newspaper)</w:t>
      </w:r>
      <w:bookmarkEnd w:id="17"/>
    </w:p>
    <w:p w14:paraId="53BF6430" w14:textId="77777777" w:rsidR="003826FA" w:rsidRPr="00B87826" w:rsidRDefault="003826FA" w:rsidP="003826FA">
      <w:pPr>
        <w:pStyle w:val="Bibliography1"/>
      </w:pPr>
      <w:proofErr w:type="spellStart"/>
      <w:r w:rsidRPr="00B87826">
        <w:rPr>
          <w:szCs w:val="22"/>
        </w:rPr>
        <w:t>FamilyName</w:t>
      </w:r>
      <w:proofErr w:type="spellEnd"/>
      <w:r w:rsidRPr="00B87826">
        <w:rPr>
          <w:szCs w:val="22"/>
        </w:rPr>
        <w:t xml:space="preserve">, </w:t>
      </w:r>
      <w:proofErr w:type="spellStart"/>
      <w:r w:rsidRPr="00B87826">
        <w:rPr>
          <w:szCs w:val="22"/>
        </w:rPr>
        <w:t>GivenName</w:t>
      </w:r>
      <w:proofErr w:type="spellEnd"/>
      <w:r w:rsidRPr="00B87826">
        <w:t>. Personal Interview / Email exchange / Private correspondence. 29 February 2016.</w:t>
      </w:r>
    </w:p>
    <w:p w14:paraId="707369B0" w14:textId="77777777" w:rsidR="003826FA" w:rsidRPr="00A679AB" w:rsidRDefault="003826FA" w:rsidP="003826FA">
      <w:pPr>
        <w:pStyle w:val="Bibliography1"/>
      </w:pPr>
      <w:bookmarkStart w:id="18" w:name="_Toc98758181"/>
      <w:proofErr w:type="spellStart"/>
      <w:r w:rsidRPr="00A679AB">
        <w:t>FamilyName</w:t>
      </w:r>
      <w:proofErr w:type="spellEnd"/>
      <w:r w:rsidRPr="00A679AB">
        <w:t xml:space="preserve">, </w:t>
      </w:r>
      <w:proofErr w:type="spellStart"/>
      <w:r w:rsidRPr="00A679AB">
        <w:t>GivenName</w:t>
      </w:r>
      <w:proofErr w:type="spellEnd"/>
      <w:r w:rsidRPr="00A679AB">
        <w:t>. “</w:t>
      </w:r>
      <w:r>
        <w:t xml:space="preserve">Article </w:t>
      </w:r>
      <w:r w:rsidRPr="00A679AB">
        <w:t xml:space="preserve">Title.” </w:t>
      </w:r>
      <w:proofErr w:type="spellStart"/>
      <w:r w:rsidRPr="00A679AB">
        <w:rPr>
          <w:i/>
        </w:rPr>
        <w:t>NewspaperName</w:t>
      </w:r>
      <w:proofErr w:type="spellEnd"/>
      <w:r w:rsidRPr="00A679AB">
        <w:rPr>
          <w:i/>
        </w:rPr>
        <w:t xml:space="preserve"> </w:t>
      </w:r>
      <w:r w:rsidRPr="00BE7F21">
        <w:t>[</w:t>
      </w:r>
      <w:r>
        <w:t>City if not in Newspaper Name</w:t>
      </w:r>
      <w:r w:rsidRPr="00BE7F21">
        <w:t xml:space="preserve">] </w:t>
      </w:r>
      <w:r w:rsidRPr="00A679AB">
        <w:t xml:space="preserve">29 February 2016. </w:t>
      </w:r>
      <w:hyperlink r:id="rId19" w:history="1">
        <w:r w:rsidRPr="00A679AB">
          <w:rPr>
            <w:rStyle w:val="Hyperlink"/>
          </w:rPr>
          <w:t>http://www.LINK.com/article.html</w:t>
        </w:r>
      </w:hyperlink>
      <w:r w:rsidRPr="00A679AB">
        <w:t xml:space="preserve"> [</w:t>
      </w:r>
      <w:r>
        <w:t>A</w:t>
      </w:r>
      <w:r w:rsidRPr="00A679AB">
        <w:t xml:space="preserve">ccessed </w:t>
      </w:r>
      <w:r>
        <w:t>21</w:t>
      </w:r>
      <w:r w:rsidRPr="00A679AB">
        <w:t> </w:t>
      </w:r>
      <w:r>
        <w:t>March 2022]</w:t>
      </w:r>
    </w:p>
    <w:p w14:paraId="16AA867E" w14:textId="77777777" w:rsidR="003826FA" w:rsidRPr="00B87826" w:rsidRDefault="003826FA" w:rsidP="003826FA">
      <w:pPr>
        <w:pStyle w:val="Heading4"/>
      </w:pPr>
      <w:r w:rsidRPr="00B87826">
        <w:t>Media</w:t>
      </w:r>
      <w:r>
        <w:t xml:space="preserve"> (Audio and/or Video) and Artwork</w:t>
      </w:r>
      <w:bookmarkEnd w:id="18"/>
    </w:p>
    <w:p w14:paraId="26F64580" w14:textId="77777777" w:rsidR="003826FA" w:rsidRDefault="003826FA" w:rsidP="003826FA">
      <w:pPr>
        <w:pStyle w:val="Bibliography1"/>
      </w:pPr>
      <w:proofErr w:type="spellStart"/>
      <w:r>
        <w:t>FamilyName</w:t>
      </w:r>
      <w:proofErr w:type="spellEnd"/>
      <w:r>
        <w:t xml:space="preserve">, </w:t>
      </w:r>
      <w:proofErr w:type="spellStart"/>
      <w:r>
        <w:t>GivenName</w:t>
      </w:r>
      <w:proofErr w:type="spellEnd"/>
      <w:r w:rsidRPr="00B87826">
        <w:t xml:space="preserve">. </w:t>
      </w:r>
      <w:proofErr w:type="spellStart"/>
      <w:r>
        <w:rPr>
          <w:i/>
        </w:rPr>
        <w:t>CompositionTitle</w:t>
      </w:r>
      <w:proofErr w:type="spellEnd"/>
      <w:r>
        <w:rPr>
          <w:i/>
        </w:rPr>
        <w:t xml:space="preserve"> </w:t>
      </w:r>
      <w:r w:rsidRPr="00E50EAB">
        <w:t>(2016)</w:t>
      </w:r>
      <w:r>
        <w:t xml:space="preserve">, for bass flute, Hammond </w:t>
      </w:r>
      <w:proofErr w:type="gramStart"/>
      <w:r>
        <w:t>Organ</w:t>
      </w:r>
      <w:proofErr w:type="gramEnd"/>
      <w:r>
        <w:t xml:space="preserve"> and 8-channel tape. </w:t>
      </w:r>
      <w:proofErr w:type="spellStart"/>
      <w:r>
        <w:t>CD-rom</w:t>
      </w:r>
      <w:proofErr w:type="spellEnd"/>
      <w:r>
        <w:t>.</w:t>
      </w:r>
    </w:p>
    <w:p w14:paraId="50D4FC0B" w14:textId="77777777" w:rsidR="003826FA" w:rsidRDefault="003826FA" w:rsidP="003826FA">
      <w:pPr>
        <w:pStyle w:val="Bibliography1"/>
      </w:pPr>
      <w:proofErr w:type="spellStart"/>
      <w:r>
        <w:t>FamilyName</w:t>
      </w:r>
      <w:proofErr w:type="spellEnd"/>
      <w:r>
        <w:t xml:space="preserve">, </w:t>
      </w:r>
      <w:proofErr w:type="spellStart"/>
      <w:r>
        <w:t>GivenName</w:t>
      </w:r>
      <w:proofErr w:type="spellEnd"/>
      <w:r w:rsidRPr="00B87826">
        <w:t xml:space="preserve">. </w:t>
      </w:r>
      <w:proofErr w:type="spellStart"/>
      <w:r>
        <w:rPr>
          <w:i/>
        </w:rPr>
        <w:t>CompositionTitle</w:t>
      </w:r>
      <w:proofErr w:type="spellEnd"/>
      <w:r>
        <w:rPr>
          <w:i/>
        </w:rPr>
        <w:t xml:space="preserve"> </w:t>
      </w:r>
      <w:r w:rsidRPr="00E50EAB">
        <w:t>(2016)</w:t>
      </w:r>
      <w:r>
        <w:t xml:space="preserve">, for bass flute, Hammond </w:t>
      </w:r>
      <w:proofErr w:type="gramStart"/>
      <w:r>
        <w:t>Organ</w:t>
      </w:r>
      <w:proofErr w:type="gramEnd"/>
      <w:r>
        <w:t xml:space="preserve"> and 8-channel tape. Score (Mainz: </w:t>
      </w:r>
      <w:r w:rsidRPr="001A643B">
        <w:t>Schott Music</w:t>
      </w:r>
      <w:r>
        <w:t>, 2018).</w:t>
      </w:r>
    </w:p>
    <w:p w14:paraId="15D602D9" w14:textId="77777777" w:rsidR="003826FA" w:rsidRPr="00A679AB" w:rsidRDefault="003826FA" w:rsidP="003826FA">
      <w:pPr>
        <w:pStyle w:val="Bibliography1"/>
      </w:pPr>
      <w:proofErr w:type="spellStart"/>
      <w:r w:rsidRPr="00A679AB">
        <w:rPr>
          <w:szCs w:val="22"/>
        </w:rPr>
        <w:t>FamilyName</w:t>
      </w:r>
      <w:proofErr w:type="spellEnd"/>
      <w:r w:rsidRPr="00A679AB">
        <w:rPr>
          <w:szCs w:val="22"/>
        </w:rPr>
        <w:t xml:space="preserve">, </w:t>
      </w:r>
      <w:proofErr w:type="spellStart"/>
      <w:r w:rsidRPr="00A679AB">
        <w:rPr>
          <w:szCs w:val="22"/>
        </w:rPr>
        <w:t>GivenName</w:t>
      </w:r>
      <w:proofErr w:type="spellEnd"/>
      <w:r w:rsidRPr="00A679AB">
        <w:t>. “</w:t>
      </w:r>
      <w:proofErr w:type="spellStart"/>
      <w:r w:rsidRPr="00A679AB">
        <w:t>TrackTitle</w:t>
      </w:r>
      <w:proofErr w:type="spellEnd"/>
      <w:r w:rsidRPr="00A679AB">
        <w:t xml:space="preserve">.” </w:t>
      </w:r>
      <w:proofErr w:type="spellStart"/>
      <w:r>
        <w:rPr>
          <w:i/>
        </w:rPr>
        <w:t>Media</w:t>
      </w:r>
      <w:r w:rsidRPr="00A679AB">
        <w:rPr>
          <w:i/>
        </w:rPr>
        <w:t>Title</w:t>
      </w:r>
      <w:proofErr w:type="spellEnd"/>
      <w:r w:rsidRPr="00A679AB">
        <w:t xml:space="preserve">. </w:t>
      </w:r>
      <w:proofErr w:type="spellStart"/>
      <w:r w:rsidRPr="00A679AB">
        <w:t>OrchestraName</w:t>
      </w:r>
      <w:proofErr w:type="spellEnd"/>
      <w:r w:rsidRPr="00A679AB">
        <w:t xml:space="preserve"> conducted by </w:t>
      </w:r>
      <w:proofErr w:type="spellStart"/>
      <w:r w:rsidRPr="00A679AB">
        <w:t>ConductorName</w:t>
      </w:r>
      <w:proofErr w:type="spellEnd"/>
      <w:r w:rsidRPr="00A679AB">
        <w:t xml:space="preserve">. Montréal: </w:t>
      </w:r>
      <w:proofErr w:type="spellStart"/>
      <w:r w:rsidRPr="00A679AB">
        <w:rPr>
          <w:i/>
        </w:rPr>
        <w:t>empreintes</w:t>
      </w:r>
      <w:proofErr w:type="spellEnd"/>
      <w:r w:rsidRPr="00A679AB">
        <w:t xml:space="preserve"> </w:t>
      </w:r>
      <w:proofErr w:type="spellStart"/>
      <w:r w:rsidRPr="00A679AB">
        <w:t>DIGITAL</w:t>
      </w:r>
      <w:r w:rsidRPr="00A679AB">
        <w:rPr>
          <w:i/>
        </w:rPr>
        <w:t>es</w:t>
      </w:r>
      <w:proofErr w:type="spellEnd"/>
      <w:r w:rsidRPr="00A679AB">
        <w:t xml:space="preserve"> </w:t>
      </w:r>
      <w:r>
        <w:t>(</w:t>
      </w:r>
      <w:proofErr w:type="spellStart"/>
      <w:r w:rsidRPr="00A679AB">
        <w:t>CatalogueNumber</w:t>
      </w:r>
      <w:proofErr w:type="spellEnd"/>
      <w:r w:rsidRPr="00A679AB">
        <w:t>, 2016</w:t>
      </w:r>
      <w:r>
        <w:t>)</w:t>
      </w:r>
      <w:r w:rsidRPr="00A679AB">
        <w:t>.</w:t>
      </w:r>
      <w:r>
        <w:t xml:space="preserve"> CD.</w:t>
      </w:r>
    </w:p>
    <w:p w14:paraId="4E37F1EF" w14:textId="77777777" w:rsidR="003826FA" w:rsidRPr="00A679AB" w:rsidRDefault="003826FA" w:rsidP="003826FA">
      <w:pPr>
        <w:pStyle w:val="Bibliography1"/>
      </w:pPr>
      <w:proofErr w:type="spellStart"/>
      <w:r w:rsidRPr="00A679AB">
        <w:t>FamilyName</w:t>
      </w:r>
      <w:proofErr w:type="spellEnd"/>
      <w:r w:rsidRPr="00A679AB">
        <w:t xml:space="preserve">, </w:t>
      </w:r>
      <w:proofErr w:type="spellStart"/>
      <w:r w:rsidRPr="00A679AB">
        <w:t>GivenName</w:t>
      </w:r>
      <w:proofErr w:type="spellEnd"/>
      <w:r w:rsidRPr="00A679AB">
        <w:t xml:space="preserve"> (Dir.). </w:t>
      </w:r>
      <w:proofErr w:type="spellStart"/>
      <w:r w:rsidRPr="00A679AB">
        <w:rPr>
          <w:i/>
        </w:rPr>
        <w:t>FilmTitle</w:t>
      </w:r>
      <w:proofErr w:type="spellEnd"/>
      <w:r w:rsidRPr="00A679AB">
        <w:t xml:space="preserve">. With ActorName1, ActorName2 and ActorName3. </w:t>
      </w:r>
      <w:r w:rsidRPr="00EE2B9F">
        <w:t xml:space="preserve">Paramount Pictures, </w:t>
      </w:r>
      <w:r w:rsidRPr="00A679AB">
        <w:t>2016.</w:t>
      </w:r>
      <w:r>
        <w:t xml:space="preserve"> DVD (MGM Home Video, 2018).</w:t>
      </w:r>
    </w:p>
    <w:p w14:paraId="53493304" w14:textId="77777777" w:rsidR="003826FA" w:rsidRPr="00B87826" w:rsidRDefault="003826FA" w:rsidP="003826FA">
      <w:pPr>
        <w:pStyle w:val="Bibliography1"/>
      </w:pPr>
      <w:proofErr w:type="spellStart"/>
      <w:r w:rsidRPr="00B87826">
        <w:t>FamilyName</w:t>
      </w:r>
      <w:proofErr w:type="spellEnd"/>
      <w:r w:rsidRPr="00B87826">
        <w:t xml:space="preserve">, </w:t>
      </w:r>
      <w:proofErr w:type="spellStart"/>
      <w:r w:rsidRPr="00B87826">
        <w:t>GivenName</w:t>
      </w:r>
      <w:proofErr w:type="spellEnd"/>
      <w:r w:rsidRPr="00E50EAB">
        <w:t xml:space="preserve">. </w:t>
      </w:r>
      <w:proofErr w:type="spellStart"/>
      <w:r>
        <w:rPr>
          <w:i/>
        </w:rPr>
        <w:t>PaintingTitle</w:t>
      </w:r>
      <w:proofErr w:type="spellEnd"/>
      <w:r w:rsidRPr="00E50EAB">
        <w:t>. 1950–51. Oil on canvas. New York, USA: Museum of Modern Art.</w:t>
      </w:r>
    </w:p>
    <w:p w14:paraId="3A370E73" w14:textId="77777777" w:rsidR="003826FA" w:rsidRPr="00B87826" w:rsidRDefault="003826FA" w:rsidP="003826FA">
      <w:pPr>
        <w:pStyle w:val="Heading4"/>
      </w:pPr>
      <w:bookmarkStart w:id="19" w:name="_Toc98758182"/>
      <w:r w:rsidRPr="00B87826">
        <w:lastRenderedPageBreak/>
        <w:t xml:space="preserve">Online </w:t>
      </w:r>
      <w:r>
        <w:t xml:space="preserve">and Social Media </w:t>
      </w:r>
      <w:r w:rsidRPr="00B87826">
        <w:t>Sources</w:t>
      </w:r>
      <w:bookmarkEnd w:id="19"/>
    </w:p>
    <w:p w14:paraId="6D321E20" w14:textId="77777777" w:rsidR="003826FA" w:rsidRPr="00A679AB" w:rsidRDefault="003826FA" w:rsidP="003826FA">
      <w:pPr>
        <w:pStyle w:val="Bibliography1"/>
      </w:pPr>
      <w:proofErr w:type="spellStart"/>
      <w:r w:rsidRPr="00A679AB">
        <w:rPr>
          <w:szCs w:val="22"/>
        </w:rPr>
        <w:t>FamilyName</w:t>
      </w:r>
      <w:proofErr w:type="spellEnd"/>
      <w:r w:rsidRPr="00A679AB">
        <w:rPr>
          <w:szCs w:val="22"/>
        </w:rPr>
        <w:t xml:space="preserve">, </w:t>
      </w:r>
      <w:proofErr w:type="spellStart"/>
      <w:r w:rsidRPr="00A679AB">
        <w:rPr>
          <w:szCs w:val="22"/>
        </w:rPr>
        <w:t>GivenName</w:t>
      </w:r>
      <w:proofErr w:type="spellEnd"/>
      <w:r w:rsidRPr="00A679AB">
        <w:t xml:space="preserve">. </w:t>
      </w:r>
      <w:proofErr w:type="spellStart"/>
      <w:r w:rsidRPr="00A679AB">
        <w:rPr>
          <w:i/>
        </w:rPr>
        <w:t>CompositionTitle</w:t>
      </w:r>
      <w:proofErr w:type="spellEnd"/>
      <w:r w:rsidRPr="00A679AB">
        <w:rPr>
          <w:i/>
        </w:rPr>
        <w:t xml:space="preserve"> </w:t>
      </w:r>
      <w:r w:rsidRPr="00A679AB">
        <w:t>(2013). YouTube video “</w:t>
      </w:r>
      <w:proofErr w:type="spellStart"/>
      <w:r>
        <w:t>Full</w:t>
      </w:r>
      <w:r w:rsidRPr="00A679AB">
        <w:t>TitleonYouTube</w:t>
      </w:r>
      <w:proofErr w:type="spellEnd"/>
      <w:r w:rsidRPr="00A679AB">
        <w:t xml:space="preserve">” (0:00) posted by “Username” on 31 August 2015. </w:t>
      </w:r>
      <w:hyperlink r:id="rId20" w:history="1">
        <w:r w:rsidRPr="00A679AB">
          <w:rPr>
            <w:rStyle w:val="Hyperlink"/>
          </w:rPr>
          <w:t>http://youtu.be/CODE</w:t>
        </w:r>
      </w:hyperlink>
      <w:r w:rsidRPr="00A679AB">
        <w:t xml:space="preserve"> [</w:t>
      </w:r>
      <w:r>
        <w:t>A</w:t>
      </w:r>
      <w:r w:rsidRPr="00A679AB">
        <w:t xml:space="preserve">ccessed </w:t>
      </w:r>
      <w:r>
        <w:t>21</w:t>
      </w:r>
      <w:r w:rsidRPr="00A679AB">
        <w:t> </w:t>
      </w:r>
      <w:r>
        <w:t>March 2022</w:t>
      </w:r>
      <w:r w:rsidRPr="00A679AB">
        <w:t>]</w:t>
      </w:r>
    </w:p>
    <w:p w14:paraId="36BAB55A" w14:textId="77777777" w:rsidR="003826FA" w:rsidRPr="00A679AB" w:rsidRDefault="003826FA" w:rsidP="003826FA">
      <w:pPr>
        <w:pStyle w:val="Bibliography1"/>
      </w:pPr>
      <w:proofErr w:type="spellStart"/>
      <w:r w:rsidRPr="00A679AB">
        <w:rPr>
          <w:szCs w:val="22"/>
        </w:rPr>
        <w:t>FamilyName</w:t>
      </w:r>
      <w:proofErr w:type="spellEnd"/>
      <w:r w:rsidRPr="00A679AB">
        <w:rPr>
          <w:szCs w:val="22"/>
        </w:rPr>
        <w:t xml:space="preserve">, </w:t>
      </w:r>
      <w:proofErr w:type="spellStart"/>
      <w:r w:rsidRPr="00A679AB">
        <w:rPr>
          <w:szCs w:val="22"/>
        </w:rPr>
        <w:t>GivenName</w:t>
      </w:r>
      <w:proofErr w:type="spellEnd"/>
      <w:r w:rsidRPr="00A679AB">
        <w:t xml:space="preserve">. </w:t>
      </w:r>
      <w:proofErr w:type="spellStart"/>
      <w:r w:rsidRPr="00A679AB">
        <w:rPr>
          <w:i/>
        </w:rPr>
        <w:t>DocumentaryTitle</w:t>
      </w:r>
      <w:proofErr w:type="spellEnd"/>
      <w:r w:rsidRPr="00A679AB">
        <w:rPr>
          <w:i/>
        </w:rPr>
        <w:t xml:space="preserve"> </w:t>
      </w:r>
      <w:r w:rsidRPr="00A679AB">
        <w:t>(2011). Vimeo video “</w:t>
      </w:r>
      <w:proofErr w:type="spellStart"/>
      <w:r>
        <w:t>Full</w:t>
      </w:r>
      <w:r w:rsidRPr="00A679AB">
        <w:t>TitleonVimeo</w:t>
      </w:r>
      <w:proofErr w:type="spellEnd"/>
      <w:r w:rsidRPr="00A679AB">
        <w:t>” (0</w:t>
      </w:r>
      <w:r>
        <w:t xml:space="preserve">:00) posted by “Username” on 28 February </w:t>
      </w:r>
      <w:r w:rsidRPr="00A679AB">
        <w:t>201</w:t>
      </w:r>
      <w:r>
        <w:t>4</w:t>
      </w:r>
      <w:r w:rsidRPr="00A679AB">
        <w:t xml:space="preserve">. </w:t>
      </w:r>
      <w:hyperlink r:id="rId21" w:history="1">
        <w:r w:rsidRPr="00A679AB">
          <w:rPr>
            <w:rStyle w:val="Hyperlink"/>
          </w:rPr>
          <w:t>http://vimeo.com/CODE</w:t>
        </w:r>
      </w:hyperlink>
      <w:r w:rsidRPr="00A679AB">
        <w:t xml:space="preserve"> [</w:t>
      </w:r>
      <w:r>
        <w:t>A</w:t>
      </w:r>
      <w:r w:rsidRPr="00A679AB">
        <w:t xml:space="preserve">ccessed </w:t>
      </w:r>
      <w:r>
        <w:t>21</w:t>
      </w:r>
      <w:r w:rsidRPr="00A679AB">
        <w:t> </w:t>
      </w:r>
      <w:r>
        <w:t>March 2022</w:t>
      </w:r>
      <w:r w:rsidRPr="00A679AB">
        <w:t>]</w:t>
      </w:r>
    </w:p>
    <w:p w14:paraId="33CBFDC3" w14:textId="77777777" w:rsidR="003826FA" w:rsidRPr="00A679AB" w:rsidRDefault="003826FA" w:rsidP="003826FA">
      <w:pPr>
        <w:pStyle w:val="Bibliography1"/>
      </w:pPr>
      <w:r w:rsidRPr="00A679AB">
        <w:t xml:space="preserve">Wikipedia contributors. “Open Source.” Wikipedia: The Free Encyclopedia. Wikimedia Foundation Inc. </w:t>
      </w:r>
      <w:hyperlink r:id="rId22" w:history="1">
        <w:r w:rsidRPr="00A679AB">
          <w:rPr>
            <w:rStyle w:val="Hyperlink"/>
          </w:rPr>
          <w:t>http://en.wikipedia.org/wiki/Open_source</w:t>
        </w:r>
      </w:hyperlink>
      <w:r w:rsidRPr="00A679AB">
        <w:t xml:space="preserve"> [</w:t>
      </w:r>
      <w:r>
        <w:t>A</w:t>
      </w:r>
      <w:r w:rsidRPr="00A679AB">
        <w:t xml:space="preserve">ccessed </w:t>
      </w:r>
      <w:r>
        <w:t>21</w:t>
      </w:r>
      <w:r w:rsidRPr="00A679AB">
        <w:t> </w:t>
      </w:r>
      <w:r>
        <w:t>March 2022</w:t>
      </w:r>
      <w:r w:rsidRPr="00A679AB">
        <w:t>]</w:t>
      </w:r>
    </w:p>
    <w:p w14:paraId="33D2E0EE" w14:textId="77777777" w:rsidR="009C051F" w:rsidRDefault="009C051F" w:rsidP="0036433F">
      <w:pPr>
        <w:pStyle w:val="Heading2"/>
      </w:pPr>
      <w:r>
        <w:t>Biography</w:t>
      </w:r>
      <w:bookmarkEnd w:id="14"/>
    </w:p>
    <w:p w14:paraId="3C0BE20D" w14:textId="77777777" w:rsidR="009C051F" w:rsidRPr="00CD7D49" w:rsidRDefault="009C051F" w:rsidP="0079525F">
      <w:pPr>
        <w:pStyle w:val="byline"/>
        <w:rPr>
          <w:color w:val="FF00FF"/>
        </w:rPr>
      </w:pPr>
      <w:r w:rsidRPr="00CD7D49">
        <w:rPr>
          <w:color w:val="FF00FF"/>
        </w:rPr>
        <w:t>YVES_____LastnameFi_mugshot.jpg</w:t>
      </w:r>
    </w:p>
    <w:p w14:paraId="2EEBF387" w14:textId="77777777" w:rsidR="009C051F" w:rsidRDefault="009C051F" w:rsidP="009C051F">
      <w:pPr>
        <w:pStyle w:val="figcaption"/>
      </w:pPr>
      <w:proofErr w:type="spellStart"/>
      <w:r>
        <w:t>AuthorFullName</w:t>
      </w:r>
      <w:proofErr w:type="spellEnd"/>
      <w:r>
        <w:t> | http://authorwebsite.com</w:t>
      </w:r>
    </w:p>
    <w:p w14:paraId="2CEA3D9D" w14:textId="77777777" w:rsidR="009C051F" w:rsidRDefault="009C051F" w:rsidP="009C051F">
      <w:proofErr w:type="spellStart"/>
      <w:r w:rsidRPr="009C09BD">
        <w:t>AuthorFullName</w:t>
      </w:r>
      <w:proofErr w:type="spellEnd"/>
      <w:r w:rsidRPr="009C09BD">
        <w:t xml:space="preserve"> is a composer or performer or educator or whatever who has </w:t>
      </w:r>
      <w:r>
        <w:t xml:space="preserve">written </w:t>
      </w:r>
      <w:r w:rsidRPr="009C09BD">
        <w:t xml:space="preserve">a biography </w:t>
      </w:r>
      <w:r>
        <w:t xml:space="preserve">in the third person. The biography </w:t>
      </w:r>
      <w:r w:rsidRPr="000F5F60">
        <w:rPr>
          <w:b/>
          <w:color w:val="FF0000"/>
        </w:rPr>
        <w:t>does not exceed a maximum of 100–150 words</w:t>
      </w:r>
      <w:r w:rsidRPr="00F97D29">
        <w:rPr>
          <w:color w:val="FF0000"/>
        </w:rPr>
        <w:t xml:space="preserve"> </w:t>
      </w:r>
      <w:r w:rsidRPr="009C09BD">
        <w:t>(50</w:t>
      </w:r>
      <w:r>
        <w:t>–75</w:t>
      </w:r>
      <w:r w:rsidRPr="009C09BD">
        <w:t xml:space="preserve"> words for short reviews, book </w:t>
      </w:r>
      <w:r>
        <w:t>reviews and previews</w:t>
      </w:r>
      <w:r w:rsidRPr="009C09BD">
        <w:t>)</w:t>
      </w:r>
      <w:r>
        <w:t xml:space="preserve">, as the author understands that the CEC’s copy editor is </w:t>
      </w:r>
      <w:r w:rsidRPr="00E14E2C">
        <w:rPr>
          <w:i/>
        </w:rPr>
        <w:t xml:space="preserve">ruthless </w:t>
      </w:r>
      <w:r>
        <w:t xml:space="preserve">and will most certainly prefer his/her own edits to those done by </w:t>
      </w:r>
      <w:r w:rsidR="0086746E">
        <w:t>said</w:t>
      </w:r>
      <w:r>
        <w:t xml:space="preserve"> editor.</w:t>
      </w:r>
      <w:r>
        <w:br/>
        <w:t>http://authorwebsite.com</w:t>
      </w:r>
    </w:p>
    <w:p w14:paraId="314A7306" w14:textId="77777777" w:rsidR="00F97D29" w:rsidRPr="009C051F" w:rsidRDefault="00F97D29" w:rsidP="009C051F"/>
    <w:sectPr w:rsidR="00F97D29" w:rsidRPr="009C051F" w:rsidSect="00F97D29">
      <w:footerReference w:type="even" r:id="rId23"/>
      <w:pgSz w:w="12240" w:h="15840"/>
      <w:pgMar w:top="1008" w:right="1152" w:bottom="864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D2C7E" w14:textId="77777777" w:rsidR="00017CC9" w:rsidRDefault="00017CC9">
      <w:pPr>
        <w:spacing w:after="0" w:line="240" w:lineRule="auto"/>
      </w:pPr>
      <w:r>
        <w:separator/>
      </w:r>
    </w:p>
  </w:endnote>
  <w:endnote w:type="continuationSeparator" w:id="0">
    <w:p w14:paraId="1B05948B" w14:textId="77777777" w:rsidR="00017CC9" w:rsidRDefault="0001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84CF5" w14:textId="77777777" w:rsidR="00E435F0" w:rsidRDefault="00E435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FD2CFF" w14:textId="77777777" w:rsidR="00E435F0" w:rsidRDefault="00E435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E8079" w14:textId="77777777" w:rsidR="00017CC9" w:rsidRDefault="00017CC9">
      <w:pPr>
        <w:spacing w:after="0" w:line="240" w:lineRule="auto"/>
      </w:pPr>
      <w:r>
        <w:separator/>
      </w:r>
    </w:p>
  </w:footnote>
  <w:footnote w:type="continuationSeparator" w:id="0">
    <w:p w14:paraId="4203EC93" w14:textId="77777777" w:rsidR="00017CC9" w:rsidRDefault="00017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C6E79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E1EBC"/>
    <w:multiLevelType w:val="hybridMultilevel"/>
    <w:tmpl w:val="744AB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11FEF"/>
    <w:multiLevelType w:val="hybridMultilevel"/>
    <w:tmpl w:val="8ABA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C1EE4"/>
    <w:multiLevelType w:val="hybridMultilevel"/>
    <w:tmpl w:val="B4580B26"/>
    <w:lvl w:ilvl="0" w:tplc="EBE0967A">
      <w:start w:val="1"/>
      <w:numFmt w:val="decimal"/>
      <w:pStyle w:val="footnotes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CB6C7C"/>
    <w:multiLevelType w:val="hybridMultilevel"/>
    <w:tmpl w:val="5AB8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41FDD"/>
    <w:multiLevelType w:val="hybridMultilevel"/>
    <w:tmpl w:val="18D4F38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33D5A"/>
    <w:multiLevelType w:val="hybridMultilevel"/>
    <w:tmpl w:val="C64E3B14"/>
    <w:lvl w:ilvl="0" w:tplc="014627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137657"/>
    <w:multiLevelType w:val="hybridMultilevel"/>
    <w:tmpl w:val="70FCEF00"/>
    <w:lvl w:ilvl="0" w:tplc="A9ECBC9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3A8"/>
    <w:rsid w:val="00017CC9"/>
    <w:rsid w:val="000221B1"/>
    <w:rsid w:val="00035769"/>
    <w:rsid w:val="000450BF"/>
    <w:rsid w:val="00045B54"/>
    <w:rsid w:val="000535C8"/>
    <w:rsid w:val="0005515A"/>
    <w:rsid w:val="000674DA"/>
    <w:rsid w:val="00072F81"/>
    <w:rsid w:val="00096963"/>
    <w:rsid w:val="000B1FC0"/>
    <w:rsid w:val="000B6162"/>
    <w:rsid w:val="000E67FF"/>
    <w:rsid w:val="000E6851"/>
    <w:rsid w:val="000F1990"/>
    <w:rsid w:val="000F3210"/>
    <w:rsid w:val="000F5F60"/>
    <w:rsid w:val="000F6F8F"/>
    <w:rsid w:val="00124DDE"/>
    <w:rsid w:val="001364A7"/>
    <w:rsid w:val="00143A2D"/>
    <w:rsid w:val="00147D39"/>
    <w:rsid w:val="00156918"/>
    <w:rsid w:val="00161312"/>
    <w:rsid w:val="001617C8"/>
    <w:rsid w:val="00167EB4"/>
    <w:rsid w:val="00177496"/>
    <w:rsid w:val="001925D2"/>
    <w:rsid w:val="001C0FEF"/>
    <w:rsid w:val="001C7246"/>
    <w:rsid w:val="001D48DB"/>
    <w:rsid w:val="001D7C7C"/>
    <w:rsid w:val="001E0EA7"/>
    <w:rsid w:val="0020269A"/>
    <w:rsid w:val="0022371F"/>
    <w:rsid w:val="00241188"/>
    <w:rsid w:val="002421E6"/>
    <w:rsid w:val="00276AC6"/>
    <w:rsid w:val="00276F4C"/>
    <w:rsid w:val="002B66E9"/>
    <w:rsid w:val="002C7659"/>
    <w:rsid w:val="002F1B61"/>
    <w:rsid w:val="003100EC"/>
    <w:rsid w:val="0036433F"/>
    <w:rsid w:val="00380CC8"/>
    <w:rsid w:val="003826FA"/>
    <w:rsid w:val="003907CB"/>
    <w:rsid w:val="003927F9"/>
    <w:rsid w:val="00393B37"/>
    <w:rsid w:val="00396182"/>
    <w:rsid w:val="003966EE"/>
    <w:rsid w:val="003A3B7B"/>
    <w:rsid w:val="003C037E"/>
    <w:rsid w:val="003D0BF2"/>
    <w:rsid w:val="003F7D88"/>
    <w:rsid w:val="00430BFF"/>
    <w:rsid w:val="00436789"/>
    <w:rsid w:val="00484027"/>
    <w:rsid w:val="00492B9C"/>
    <w:rsid w:val="00493339"/>
    <w:rsid w:val="004B7B74"/>
    <w:rsid w:val="004E7089"/>
    <w:rsid w:val="004F1177"/>
    <w:rsid w:val="005053C4"/>
    <w:rsid w:val="00530EF6"/>
    <w:rsid w:val="005312A0"/>
    <w:rsid w:val="00556067"/>
    <w:rsid w:val="00580A0D"/>
    <w:rsid w:val="005D68EF"/>
    <w:rsid w:val="00600869"/>
    <w:rsid w:val="00615896"/>
    <w:rsid w:val="006451D3"/>
    <w:rsid w:val="00663CAE"/>
    <w:rsid w:val="00666085"/>
    <w:rsid w:val="006716AB"/>
    <w:rsid w:val="0068236F"/>
    <w:rsid w:val="006B0100"/>
    <w:rsid w:val="006B432F"/>
    <w:rsid w:val="006B4554"/>
    <w:rsid w:val="006B4BED"/>
    <w:rsid w:val="006C32EF"/>
    <w:rsid w:val="006E0F24"/>
    <w:rsid w:val="0076175F"/>
    <w:rsid w:val="007628EF"/>
    <w:rsid w:val="0078300C"/>
    <w:rsid w:val="00787429"/>
    <w:rsid w:val="0079525F"/>
    <w:rsid w:val="0086383F"/>
    <w:rsid w:val="0086746E"/>
    <w:rsid w:val="008819F0"/>
    <w:rsid w:val="00897DEE"/>
    <w:rsid w:val="008A2E3D"/>
    <w:rsid w:val="008A5731"/>
    <w:rsid w:val="008A7279"/>
    <w:rsid w:val="008B3219"/>
    <w:rsid w:val="008D551B"/>
    <w:rsid w:val="008E5201"/>
    <w:rsid w:val="009018B1"/>
    <w:rsid w:val="009078DB"/>
    <w:rsid w:val="009333C7"/>
    <w:rsid w:val="00933420"/>
    <w:rsid w:val="00967AC4"/>
    <w:rsid w:val="009C051F"/>
    <w:rsid w:val="009C183B"/>
    <w:rsid w:val="009C6C0B"/>
    <w:rsid w:val="009D2EAD"/>
    <w:rsid w:val="00A233DA"/>
    <w:rsid w:val="00A46F40"/>
    <w:rsid w:val="00A95217"/>
    <w:rsid w:val="00AC5AE0"/>
    <w:rsid w:val="00B00E31"/>
    <w:rsid w:val="00B06477"/>
    <w:rsid w:val="00B12815"/>
    <w:rsid w:val="00B22871"/>
    <w:rsid w:val="00B323A8"/>
    <w:rsid w:val="00B437C6"/>
    <w:rsid w:val="00B655E2"/>
    <w:rsid w:val="00B87826"/>
    <w:rsid w:val="00B96867"/>
    <w:rsid w:val="00B96AF5"/>
    <w:rsid w:val="00BD48B7"/>
    <w:rsid w:val="00C12324"/>
    <w:rsid w:val="00C376AE"/>
    <w:rsid w:val="00C90DAB"/>
    <w:rsid w:val="00CA051C"/>
    <w:rsid w:val="00CB121F"/>
    <w:rsid w:val="00CB42D3"/>
    <w:rsid w:val="00CB6C8B"/>
    <w:rsid w:val="00CC0B77"/>
    <w:rsid w:val="00CC19A0"/>
    <w:rsid w:val="00CD108A"/>
    <w:rsid w:val="00CD2925"/>
    <w:rsid w:val="00CD6696"/>
    <w:rsid w:val="00CD7D49"/>
    <w:rsid w:val="00CE4C31"/>
    <w:rsid w:val="00CF195A"/>
    <w:rsid w:val="00CF7D19"/>
    <w:rsid w:val="00D804B0"/>
    <w:rsid w:val="00DA1FE2"/>
    <w:rsid w:val="00E074ED"/>
    <w:rsid w:val="00E14E2C"/>
    <w:rsid w:val="00E2578E"/>
    <w:rsid w:val="00E435F0"/>
    <w:rsid w:val="00E463ED"/>
    <w:rsid w:val="00E50EAB"/>
    <w:rsid w:val="00E54CE5"/>
    <w:rsid w:val="00E66DBD"/>
    <w:rsid w:val="00E71620"/>
    <w:rsid w:val="00E72765"/>
    <w:rsid w:val="00E80E89"/>
    <w:rsid w:val="00EA60CC"/>
    <w:rsid w:val="00EB60F0"/>
    <w:rsid w:val="00EB6B45"/>
    <w:rsid w:val="00EC1D8C"/>
    <w:rsid w:val="00F008D5"/>
    <w:rsid w:val="00F00CFF"/>
    <w:rsid w:val="00F07EB1"/>
    <w:rsid w:val="00F13C33"/>
    <w:rsid w:val="00F14614"/>
    <w:rsid w:val="00F169AD"/>
    <w:rsid w:val="00F277D4"/>
    <w:rsid w:val="00F31073"/>
    <w:rsid w:val="00F3537D"/>
    <w:rsid w:val="00F70E2D"/>
    <w:rsid w:val="00F94EE1"/>
    <w:rsid w:val="00F97D29"/>
    <w:rsid w:val="00FB079B"/>
    <w:rsid w:val="00FB784B"/>
    <w:rsid w:val="00FC0307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85281C8"/>
  <w14:defaultImageDpi w14:val="300"/>
  <w15:docId w15:val="{A0A2FA67-A826-0648-AC95-02626EBA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51B"/>
    <w:pPr>
      <w:spacing w:after="120" w:line="276" w:lineRule="auto"/>
    </w:pPr>
    <w:rPr>
      <w:rFonts w:eastAsia="Times"/>
      <w:sz w:val="23"/>
      <w:lang w:val="en-CA"/>
    </w:rPr>
  </w:style>
  <w:style w:type="paragraph" w:styleId="Heading1">
    <w:name w:val="heading 1"/>
    <w:basedOn w:val="Normal"/>
    <w:next w:val="Normal"/>
    <w:link w:val="Heading1Char"/>
    <w:qFormat/>
    <w:rsid w:val="00436789"/>
    <w:pPr>
      <w:keepNext/>
      <w:outlineLvl w:val="0"/>
    </w:pPr>
    <w:rPr>
      <w:rFonts w:ascii="Arial" w:hAnsi="Arial"/>
      <w:b/>
      <w:bCs/>
      <w:noProof/>
      <w:spacing w:val="10"/>
      <w:kern w:val="32"/>
      <w:sz w:val="40"/>
      <w:szCs w:val="40"/>
    </w:rPr>
  </w:style>
  <w:style w:type="paragraph" w:styleId="Heading2">
    <w:name w:val="heading 2"/>
    <w:basedOn w:val="Subtitle"/>
    <w:next w:val="Normal"/>
    <w:link w:val="Heading2Char"/>
    <w:qFormat/>
    <w:rsid w:val="0036433F"/>
    <w:pPr>
      <w:spacing w:before="360" w:after="240"/>
    </w:pPr>
    <w:rPr>
      <w:b/>
      <w:bCs/>
      <w:spacing w:val="10"/>
      <w:sz w:val="32"/>
      <w:szCs w:val="32"/>
    </w:rPr>
  </w:style>
  <w:style w:type="paragraph" w:styleId="Heading3">
    <w:name w:val="heading 3"/>
    <w:basedOn w:val="Heading2"/>
    <w:next w:val="Normal"/>
    <w:link w:val="Heading3Char"/>
    <w:qFormat/>
    <w:rsid w:val="00F14614"/>
    <w:pPr>
      <w:outlineLvl w:val="2"/>
    </w:pPr>
    <w:rPr>
      <w:b w:val="0"/>
      <w:bCs w:val="0"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36433F"/>
    <w:pPr>
      <w:spacing w:after="60"/>
      <w:outlineLvl w:val="3"/>
    </w:pPr>
    <w:rPr>
      <w:smallCaps/>
      <w:sz w:val="22"/>
      <w:szCs w:val="22"/>
    </w:rPr>
  </w:style>
  <w:style w:type="paragraph" w:styleId="Heading5">
    <w:name w:val="heading 5"/>
    <w:basedOn w:val="Heading4"/>
    <w:next w:val="Normal"/>
    <w:qFormat/>
    <w:rsid w:val="0036433F"/>
    <w:pPr>
      <w:outlineLvl w:val="4"/>
    </w:pPr>
    <w:rPr>
      <w:b/>
      <w:bCs/>
      <w:smallCaps w:val="0"/>
    </w:rPr>
  </w:style>
  <w:style w:type="paragraph" w:styleId="Heading6">
    <w:name w:val="heading 6"/>
    <w:basedOn w:val="Heading5"/>
    <w:next w:val="Normal"/>
    <w:qFormat/>
    <w:rsid w:val="00276F4C"/>
    <w:pPr>
      <w:spacing w:after="0"/>
      <w:outlineLvl w:val="5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Normal"/>
    <w:rsid w:val="00FB079B"/>
    <w:pPr>
      <w:keepNext/>
      <w:numPr>
        <w:numId w:val="5"/>
      </w:numPr>
      <w:ind w:left="288" w:hanging="288"/>
    </w:pPr>
    <w:rPr>
      <w:rFonts w:ascii="Arial" w:hAnsi="Arial"/>
      <w:color w:val="FF00FF"/>
      <w:sz w:val="20"/>
    </w:rPr>
  </w:style>
  <w:style w:type="paragraph" w:styleId="BodyText">
    <w:name w:val="Body Text"/>
    <w:basedOn w:val="Normal"/>
    <w:rsid w:val="007A0581"/>
    <w:pPr>
      <w:spacing w:after="0" w:line="240" w:lineRule="auto"/>
      <w:jc w:val="both"/>
    </w:pPr>
    <w:rPr>
      <w:rFonts w:eastAsia="Times New Roman"/>
      <w:sz w:val="24"/>
      <w:szCs w:val="24"/>
      <w:lang w:val="fr-CA" w:eastAsia="fr-CA"/>
    </w:rPr>
  </w:style>
  <w:style w:type="paragraph" w:customStyle="1" w:styleId="byline">
    <w:name w:val="byline"/>
    <w:basedOn w:val="Normal"/>
    <w:next w:val="Normal"/>
    <w:rsid w:val="0079525F"/>
    <w:pPr>
      <w:keepNext/>
      <w:spacing w:after="0"/>
      <w:ind w:left="288"/>
    </w:pPr>
    <w:rPr>
      <w:rFonts w:ascii="Arial" w:hAnsi="Arial" w:cs="Arial"/>
      <w:noProof/>
      <w:szCs w:val="23"/>
    </w:rPr>
  </w:style>
  <w:style w:type="paragraph" w:styleId="EndnoteText">
    <w:name w:val="endnote text"/>
    <w:basedOn w:val="FootnoteText"/>
    <w:semiHidden/>
    <w:rsid w:val="007A0581"/>
    <w:pPr>
      <w:ind w:firstLine="187"/>
    </w:pPr>
    <w:rPr>
      <w:bCs w:val="0"/>
      <w:szCs w:val="24"/>
    </w:rPr>
  </w:style>
  <w:style w:type="paragraph" w:styleId="FootnoteText">
    <w:name w:val="footnote text"/>
    <w:basedOn w:val="Normal"/>
    <w:rsid w:val="007A0581"/>
    <w:pPr>
      <w:tabs>
        <w:tab w:val="left" w:pos="180"/>
      </w:tabs>
      <w:spacing w:after="40" w:line="240" w:lineRule="auto"/>
      <w:ind w:left="187" w:right="1080" w:hanging="187"/>
      <w:jc w:val="both"/>
    </w:pPr>
    <w:rPr>
      <w:bCs/>
      <w:sz w:val="18"/>
    </w:rPr>
  </w:style>
  <w:style w:type="character" w:styleId="Hyperlink">
    <w:name w:val="Hyperlink"/>
    <w:basedOn w:val="DefaultParagraphFont"/>
    <w:rsid w:val="007A0581"/>
    <w:rPr>
      <w:color w:val="0000FF"/>
      <w:u w:val="single"/>
    </w:rPr>
  </w:style>
  <w:style w:type="paragraph" w:customStyle="1" w:styleId="figcaption">
    <w:name w:val="figcaption"/>
    <w:basedOn w:val="Normal"/>
    <w:next w:val="Normal"/>
    <w:qFormat/>
    <w:rsid w:val="00FB079B"/>
    <w:pPr>
      <w:spacing w:before="240" w:after="240"/>
    </w:pPr>
    <w:rPr>
      <w:rFonts w:ascii="Arial" w:hAnsi="Arial"/>
      <w:b/>
      <w:bCs/>
      <w:color w:val="7F7F7F" w:themeColor="text1" w:themeTint="80"/>
      <w:spacing w:val="4"/>
      <w:sz w:val="18"/>
      <w:szCs w:val="18"/>
    </w:rPr>
  </w:style>
  <w:style w:type="paragraph" w:customStyle="1" w:styleId="quotation">
    <w:name w:val="quotation"/>
    <w:basedOn w:val="Normal"/>
    <w:next w:val="Normal"/>
    <w:rsid w:val="00FB079B"/>
    <w:pPr>
      <w:ind w:left="288" w:right="288"/>
    </w:pPr>
    <w:rPr>
      <w:rFonts w:ascii="Arial" w:eastAsia="Times New Roman" w:hAnsi="Arial"/>
      <w:sz w:val="20"/>
    </w:rPr>
  </w:style>
  <w:style w:type="paragraph" w:styleId="Footer">
    <w:name w:val="footer"/>
    <w:basedOn w:val="Normal"/>
    <w:rsid w:val="007A0581"/>
    <w:pPr>
      <w:pBdr>
        <w:top w:val="single" w:sz="2" w:space="1" w:color="auto"/>
      </w:pBdr>
      <w:spacing w:before="40" w:after="80" w:line="200" w:lineRule="exact"/>
      <w:jc w:val="center"/>
    </w:pPr>
    <w:rPr>
      <w:position w:val="-2"/>
      <w:sz w:val="18"/>
    </w:rPr>
  </w:style>
  <w:style w:type="character" w:styleId="FootnoteReference">
    <w:name w:val="footnote reference"/>
    <w:basedOn w:val="DefaultParagraphFont"/>
    <w:rsid w:val="007A0581"/>
    <w:rPr>
      <w:position w:val="6"/>
      <w:sz w:val="18"/>
    </w:rPr>
  </w:style>
  <w:style w:type="paragraph" w:styleId="Header">
    <w:name w:val="header"/>
    <w:basedOn w:val="Normal"/>
    <w:rsid w:val="007A0581"/>
    <w:pPr>
      <w:spacing w:line="240" w:lineRule="exact"/>
      <w:jc w:val="both"/>
    </w:pPr>
    <w:rPr>
      <w:noProof/>
    </w:rPr>
  </w:style>
  <w:style w:type="character" w:styleId="PageNumber">
    <w:name w:val="page number"/>
    <w:basedOn w:val="DefaultParagraphFont"/>
    <w:rsid w:val="007A0581"/>
    <w:rPr>
      <w:rFonts w:ascii="Times New Roman" w:hAnsi="Times New Roman"/>
      <w:sz w:val="20"/>
      <w:bdr w:val="none" w:sz="0" w:space="0" w:color="auto"/>
      <w:shd w:val="clear" w:color="auto" w:fill="auto"/>
    </w:rPr>
  </w:style>
  <w:style w:type="paragraph" w:styleId="Subtitle">
    <w:name w:val="Subtitle"/>
    <w:basedOn w:val="Heading1"/>
    <w:next w:val="byline"/>
    <w:link w:val="SubtitleChar"/>
    <w:qFormat/>
    <w:rsid w:val="0036433F"/>
    <w:pPr>
      <w:outlineLvl w:val="1"/>
    </w:pPr>
    <w:rPr>
      <w:rFonts w:eastAsia="Times New Roman"/>
      <w:b w:val="0"/>
      <w:bCs w:val="0"/>
      <w:spacing w:val="14"/>
      <w:sz w:val="28"/>
      <w:szCs w:val="28"/>
    </w:rPr>
  </w:style>
  <w:style w:type="paragraph" w:styleId="Title">
    <w:name w:val="Title"/>
    <w:basedOn w:val="Normal"/>
    <w:next w:val="Subtitle"/>
    <w:qFormat/>
    <w:rsid w:val="007A0581"/>
    <w:pPr>
      <w:keepNext/>
      <w:spacing w:before="240" w:after="240" w:line="240" w:lineRule="auto"/>
      <w:jc w:val="center"/>
      <w:outlineLvl w:val="0"/>
    </w:pPr>
    <w:rPr>
      <w:rFonts w:eastAsia="Times New Roman"/>
      <w:b/>
      <w:spacing w:val="20"/>
      <w:kern w:val="36"/>
      <w:sz w:val="56"/>
    </w:rPr>
  </w:style>
  <w:style w:type="paragraph" w:customStyle="1" w:styleId="blurb">
    <w:name w:val="blurb"/>
    <w:basedOn w:val="Normal"/>
    <w:next w:val="Normal"/>
    <w:rsid w:val="00FB079B"/>
    <w:rPr>
      <w:rFonts w:ascii="Arial" w:hAnsi="Arial"/>
      <w:sz w:val="20"/>
    </w:rPr>
  </w:style>
  <w:style w:type="paragraph" w:customStyle="1" w:styleId="english">
    <w:name w:val="english"/>
    <w:basedOn w:val="Normal"/>
    <w:rsid w:val="00F470B9"/>
    <w:rPr>
      <w:color w:val="808080"/>
    </w:rPr>
  </w:style>
  <w:style w:type="paragraph" w:customStyle="1" w:styleId="quotationbox">
    <w:name w:val="quotationbox"/>
    <w:basedOn w:val="Normal"/>
    <w:rsid w:val="005A4D54"/>
    <w:pPr>
      <w:pBdr>
        <w:top w:val="single" w:sz="2" w:space="6" w:color="auto"/>
        <w:left w:val="single" w:sz="2" w:space="6" w:color="auto"/>
        <w:bottom w:val="single" w:sz="2" w:space="6" w:color="auto"/>
        <w:right w:val="single" w:sz="2" w:space="6" w:color="auto"/>
      </w:pBdr>
      <w:shd w:val="clear" w:color="auto" w:fill="B3B3B3"/>
      <w:ind w:left="144" w:right="6480"/>
      <w:jc w:val="center"/>
    </w:pPr>
    <w:rPr>
      <w:rFonts w:ascii="Arial" w:hAnsi="Arial"/>
      <w:sz w:val="24"/>
    </w:rPr>
  </w:style>
  <w:style w:type="paragraph" w:customStyle="1" w:styleId="appearedin">
    <w:name w:val="appearedin"/>
    <w:basedOn w:val="Normal"/>
    <w:next w:val="Normal"/>
    <w:rsid w:val="00FB079B"/>
    <w:pPr>
      <w:spacing w:before="480"/>
    </w:pPr>
    <w:rPr>
      <w:rFonts w:ascii="Arial" w:hAnsi="Arial"/>
      <w:i/>
      <w:noProof/>
      <w:sz w:val="20"/>
    </w:rPr>
  </w:style>
  <w:style w:type="paragraph" w:customStyle="1" w:styleId="abstract">
    <w:name w:val="abstract"/>
    <w:basedOn w:val="Normal"/>
    <w:next w:val="Normal"/>
    <w:rsid w:val="0079525F"/>
    <w:pPr>
      <w:pBdr>
        <w:top w:val="single" w:sz="2" w:space="6" w:color="auto"/>
        <w:left w:val="single" w:sz="2" w:space="6" w:color="auto"/>
        <w:bottom w:val="single" w:sz="2" w:space="6" w:color="auto"/>
        <w:right w:val="single" w:sz="2" w:space="6" w:color="auto"/>
      </w:pBdr>
      <w:shd w:val="clear" w:color="auto" w:fill="B3B3B3"/>
      <w:spacing w:before="240"/>
      <w:ind w:left="115" w:right="115"/>
    </w:pPr>
    <w:rPr>
      <w:rFonts w:ascii="Arial" w:hAnsi="Arial"/>
      <w:sz w:val="20"/>
    </w:rPr>
  </w:style>
  <w:style w:type="paragraph" w:customStyle="1" w:styleId="sidebar">
    <w:name w:val="sidebar"/>
    <w:basedOn w:val="abstract"/>
    <w:next w:val="Normal"/>
    <w:rsid w:val="0070677B"/>
    <w:pPr>
      <w:ind w:left="6480"/>
      <w:jc w:val="both"/>
    </w:pPr>
  </w:style>
  <w:style w:type="paragraph" w:customStyle="1" w:styleId="pre">
    <w:name w:val="pre"/>
    <w:basedOn w:val="Normal"/>
    <w:rsid w:val="001E0EA7"/>
    <w:pPr>
      <w:spacing w:before="80" w:after="160" w:line="240" w:lineRule="auto"/>
      <w:ind w:left="288"/>
    </w:pPr>
    <w:rPr>
      <w:rFonts w:ascii="Courier" w:hAnsi="Courier"/>
      <w:noProof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rsid w:val="000E6851"/>
    <w:pPr>
      <w:spacing w:after="240"/>
    </w:pPr>
    <w:rPr>
      <w:rFonts w:ascii="Arial" w:hAnsi="Arial"/>
      <w:b/>
      <w:bCs/>
      <w:color w:val="595959" w:themeColor="text1" w:themeTint="A6"/>
      <w:sz w:val="18"/>
      <w:szCs w:val="18"/>
    </w:rPr>
  </w:style>
  <w:style w:type="paragraph" w:customStyle="1" w:styleId="rubric">
    <w:name w:val="rubric"/>
    <w:basedOn w:val="Subtitle"/>
    <w:next w:val="Heading1"/>
    <w:qFormat/>
    <w:rsid w:val="00B437C6"/>
    <w:pPr>
      <w:spacing w:after="0"/>
    </w:pPr>
  </w:style>
  <w:style w:type="paragraph" w:styleId="ListParagraph">
    <w:name w:val="List Paragraph"/>
    <w:basedOn w:val="Normal"/>
    <w:uiPriority w:val="34"/>
    <w:qFormat/>
    <w:rsid w:val="004E7089"/>
    <w:pPr>
      <w:ind w:left="720"/>
      <w:contextualSpacing/>
    </w:pPr>
  </w:style>
  <w:style w:type="paragraph" w:customStyle="1" w:styleId="articletitleH3class">
    <w:name w:val="article title H3 class"/>
    <w:basedOn w:val="Normal"/>
    <w:next w:val="byline"/>
    <w:qFormat/>
    <w:rsid w:val="00F14614"/>
    <w:pPr>
      <w:keepNext/>
      <w:spacing w:before="240" w:after="40" w:line="240" w:lineRule="auto"/>
    </w:pPr>
    <w:rPr>
      <w:rFonts w:ascii="Arial" w:hAnsi="Arial" w:cs="Arial"/>
      <w:b/>
      <w:sz w:val="24"/>
      <w:szCs w:val="24"/>
    </w:rPr>
  </w:style>
  <w:style w:type="paragraph" w:customStyle="1" w:styleId="articletitleH4class">
    <w:name w:val="article title H4 class"/>
    <w:basedOn w:val="articletitleH3class"/>
    <w:next w:val="byline"/>
    <w:qFormat/>
    <w:rsid w:val="00430BFF"/>
  </w:style>
  <w:style w:type="paragraph" w:customStyle="1" w:styleId="videovimeo">
    <w:name w:val="videovimeo"/>
    <w:basedOn w:val="Normal"/>
    <w:next w:val="figcaption"/>
    <w:qFormat/>
    <w:rsid w:val="000535C8"/>
    <w:pPr>
      <w:keepNext/>
      <w:spacing w:before="360"/>
    </w:pPr>
    <w:rPr>
      <w:noProof/>
      <w:sz w:val="36"/>
      <w:szCs w:val="36"/>
    </w:rPr>
  </w:style>
  <w:style w:type="paragraph" w:customStyle="1" w:styleId="videoyoutube">
    <w:name w:val="videoyoutube"/>
    <w:basedOn w:val="videovimeo"/>
    <w:next w:val="figcaption"/>
    <w:qFormat/>
    <w:rsid w:val="001925D2"/>
  </w:style>
  <w:style w:type="paragraph" w:customStyle="1" w:styleId="videolocal">
    <w:name w:val="videolocal"/>
    <w:basedOn w:val="videovimeo"/>
    <w:next w:val="figcaption"/>
    <w:qFormat/>
    <w:rsid w:val="001925D2"/>
  </w:style>
  <w:style w:type="paragraph" w:customStyle="1" w:styleId="audio">
    <w:name w:val="audio"/>
    <w:basedOn w:val="videovimeo"/>
    <w:next w:val="figcaption"/>
    <w:qFormat/>
    <w:rsid w:val="001925D2"/>
  </w:style>
  <w:style w:type="paragraph" w:customStyle="1" w:styleId="articletitleH2class">
    <w:name w:val="article title H2 class"/>
    <w:basedOn w:val="articletitleH3class"/>
    <w:next w:val="Normal"/>
    <w:qFormat/>
    <w:rsid w:val="00B22871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9C051F"/>
    <w:rPr>
      <w:rFonts w:ascii="Arial" w:eastAsia="Times" w:hAnsi="Arial"/>
      <w:b/>
      <w:bCs/>
      <w:noProof/>
      <w:spacing w:val="10"/>
      <w:kern w:val="32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rsid w:val="0036433F"/>
    <w:rPr>
      <w:rFonts w:ascii="Arial" w:hAnsi="Arial"/>
      <w:b/>
      <w:bCs/>
      <w:noProof/>
      <w:spacing w:val="10"/>
      <w:kern w:val="32"/>
      <w:sz w:val="32"/>
      <w:szCs w:val="32"/>
      <w:lang w:val="en-CA"/>
    </w:rPr>
  </w:style>
  <w:style w:type="character" w:customStyle="1" w:styleId="Heading3Char">
    <w:name w:val="Heading 3 Char"/>
    <w:basedOn w:val="DefaultParagraphFont"/>
    <w:link w:val="Heading3"/>
    <w:rsid w:val="009C051F"/>
    <w:rPr>
      <w:rFonts w:ascii="Arial" w:hAnsi="Arial"/>
      <w:noProof/>
      <w:spacing w:val="10"/>
      <w:kern w:val="32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36433F"/>
    <w:rPr>
      <w:rFonts w:ascii="Arial" w:hAnsi="Arial"/>
      <w:smallCaps/>
      <w:noProof/>
      <w:spacing w:val="10"/>
      <w:kern w:val="32"/>
      <w:sz w:val="22"/>
      <w:szCs w:val="22"/>
      <w:lang w:val="en-CA"/>
    </w:rPr>
  </w:style>
  <w:style w:type="character" w:customStyle="1" w:styleId="SubtitleChar">
    <w:name w:val="Subtitle Char"/>
    <w:basedOn w:val="DefaultParagraphFont"/>
    <w:link w:val="Subtitle"/>
    <w:rsid w:val="0036433F"/>
    <w:rPr>
      <w:rFonts w:ascii="Arial" w:hAnsi="Arial"/>
      <w:noProof/>
      <w:spacing w:val="14"/>
      <w:kern w:val="32"/>
      <w:sz w:val="28"/>
      <w:szCs w:val="28"/>
      <w:lang w:val="en-CA"/>
    </w:rPr>
  </w:style>
  <w:style w:type="paragraph" w:styleId="TOC1">
    <w:name w:val="toc 1"/>
    <w:basedOn w:val="Normal"/>
    <w:next w:val="Normal"/>
    <w:autoRedefine/>
    <w:uiPriority w:val="39"/>
    <w:unhideWhenUsed/>
    <w:rsid w:val="00E435F0"/>
    <w:pPr>
      <w:spacing w:before="120" w:after="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E435F0"/>
    <w:pPr>
      <w:spacing w:after="0"/>
      <w:ind w:left="23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CC0B77"/>
    <w:pPr>
      <w:tabs>
        <w:tab w:val="right" w:leader="dot" w:pos="9926"/>
      </w:tabs>
      <w:spacing w:after="0" w:line="240" w:lineRule="auto"/>
      <w:ind w:left="461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CC0B77"/>
    <w:pPr>
      <w:tabs>
        <w:tab w:val="right" w:leader="dot" w:pos="9926"/>
      </w:tabs>
      <w:spacing w:after="0" w:line="264" w:lineRule="auto"/>
      <w:ind w:left="691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E435F0"/>
    <w:pPr>
      <w:spacing w:after="0"/>
      <w:ind w:left="92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E435F0"/>
    <w:pPr>
      <w:spacing w:after="0"/>
      <w:ind w:left="115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E435F0"/>
    <w:pPr>
      <w:spacing w:after="0"/>
      <w:ind w:left="138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E435F0"/>
    <w:pPr>
      <w:spacing w:after="0"/>
      <w:ind w:left="161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E435F0"/>
    <w:pPr>
      <w:spacing w:after="0"/>
      <w:ind w:left="1840"/>
    </w:pPr>
    <w:rPr>
      <w:rFonts w:asciiTheme="minorHAnsi" w:hAnsiTheme="minorHAnsi"/>
      <w:sz w:val="20"/>
    </w:rPr>
  </w:style>
  <w:style w:type="paragraph" w:customStyle="1" w:styleId="notes">
    <w:name w:val="notes"/>
    <w:basedOn w:val="Normal"/>
    <w:rsid w:val="00CC19A0"/>
    <w:pPr>
      <w:spacing w:before="100" w:beforeAutospacing="1" w:after="100" w:afterAutospacing="1" w:line="240" w:lineRule="auto"/>
    </w:pPr>
    <w:rPr>
      <w:rFonts w:ascii="Times" w:eastAsia="Times New Roman" w:hAnsi="Times"/>
      <w:sz w:val="20"/>
      <w:lang w:val="en-US"/>
    </w:rPr>
  </w:style>
  <w:style w:type="paragraph" w:styleId="Bibliography">
    <w:name w:val="Bibliography"/>
    <w:basedOn w:val="Normal"/>
    <w:uiPriority w:val="37"/>
    <w:unhideWhenUsed/>
    <w:rsid w:val="00A46F40"/>
    <w:pPr>
      <w:spacing w:after="60"/>
      <w:ind w:left="289" w:hanging="289"/>
    </w:pPr>
    <w:rPr>
      <w:rFonts w:ascii="Arial" w:hAnsi="Arial"/>
      <w:sz w:val="20"/>
    </w:rPr>
  </w:style>
  <w:style w:type="paragraph" w:customStyle="1" w:styleId="Bibliography1">
    <w:name w:val="Bibliography1"/>
    <w:basedOn w:val="Normal"/>
    <w:rsid w:val="003826FA"/>
    <w:pPr>
      <w:spacing w:after="60"/>
      <w:ind w:left="288" w:hanging="288"/>
    </w:pPr>
    <w:rPr>
      <w:rFonts w:ascii="Arial" w:hAnsi="Arial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C0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prefix/suffix" TargetMode="External"/><Relationship Id="rId13" Type="http://schemas.openxmlformats.org/officeDocument/2006/relationships/hyperlink" Target="http://doi.org/10.NNNN/NNN" TargetMode="External"/><Relationship Id="rId18" Type="http://schemas.openxmlformats.org/officeDocument/2006/relationships/hyperlink" Target="http://doi.org/10.NNNN/NN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imeo.com/CODE" TargetMode="External"/><Relationship Id="rId7" Type="http://schemas.openxmlformats.org/officeDocument/2006/relationships/hyperlink" Target="http://econtact.ca/submissionguidelines_fr.html" TargetMode="External"/><Relationship Id="rId12" Type="http://schemas.openxmlformats.org/officeDocument/2006/relationships/hyperlink" Target="http://www.semanticscholar.org/" TargetMode="External"/><Relationship Id="rId17" Type="http://schemas.openxmlformats.org/officeDocument/2006/relationships/hyperlink" Target="http://doi.org/10.NNNN/NN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i.org/10.NNNN/NNN" TargetMode="External"/><Relationship Id="rId20" Type="http://schemas.openxmlformats.org/officeDocument/2006/relationships/hyperlink" Target="http://youtu.be/CO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stor.org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doi.org/10.NNNN/NNN" TargetMode="External"/><Relationship Id="rId23" Type="http://schemas.openxmlformats.org/officeDocument/2006/relationships/footer" Target="footer1.xml"/><Relationship Id="rId10" Type="http://schemas.openxmlformats.org/officeDocument/2006/relationships/hyperlink" Target="http://zenodo.org/search" TargetMode="External"/><Relationship Id="rId19" Type="http://schemas.openxmlformats.org/officeDocument/2006/relationships/hyperlink" Target="http://www.LINK.com/articl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search" TargetMode="External"/><Relationship Id="rId14" Type="http://schemas.openxmlformats.org/officeDocument/2006/relationships/hyperlink" Target="http://smc2018.cut.ac.cy" TargetMode="External"/><Relationship Id="rId22" Type="http://schemas.openxmlformats.org/officeDocument/2006/relationships/hyperlink" Target="http://en.wikipedia.org/wiki/Open_sourc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efchippewa/Library/Group%20Containers/UBF8T346G9.Office/User%20Content.localized/Templates.localized/eContact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eContactTemplate.dotx</Template>
  <TotalTime>5</TotalTime>
  <Pages>5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shirling &amp; neueweise</Company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jef chippewa</dc:creator>
  <cp:keywords/>
  <cp:lastModifiedBy>jef chippewa</cp:lastModifiedBy>
  <cp:revision>1</cp:revision>
  <dcterms:created xsi:type="dcterms:W3CDTF">2023-02-05T13:08:00Z</dcterms:created>
  <dcterms:modified xsi:type="dcterms:W3CDTF">2023-02-05T13:14:00Z</dcterms:modified>
</cp:coreProperties>
</file>